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AFB" w:rsidRPr="00E27751" w:rsidRDefault="004D5AFB" w:rsidP="004D5AFB">
      <w:pPr>
        <w:spacing w:line="276" w:lineRule="auto"/>
        <w:rPr>
          <w:rFonts w:ascii="Arial" w:hAnsi="Arial" w:cs="Arial"/>
        </w:rPr>
      </w:pPr>
      <w:r w:rsidRPr="00E27751">
        <w:rPr>
          <w:rFonts w:ascii="Arial" w:hAnsi="Arial" w:cs="Arial"/>
        </w:rPr>
        <w:t>Prüfungsfragen ABC-Einsatz I u. II</w:t>
      </w:r>
    </w:p>
    <w:p w:rsidR="004D5AFB" w:rsidRPr="00E27751" w:rsidRDefault="004D5AFB" w:rsidP="004D5AFB">
      <w:pPr>
        <w:spacing w:line="276" w:lineRule="auto"/>
        <w:ind w:left="360"/>
        <w:rPr>
          <w:rFonts w:ascii="Arial" w:hAnsi="Arial" w:cs="Arial"/>
        </w:rPr>
      </w:pPr>
    </w:p>
    <w:p w:rsidR="004D5AFB" w:rsidRDefault="004D5AFB" w:rsidP="004D5AFB">
      <w:pPr>
        <w:pStyle w:val="Listenabsatz"/>
        <w:numPr>
          <w:ilvl w:val="0"/>
          <w:numId w:val="27"/>
        </w:numPr>
        <w:spacing w:before="120" w:after="120" w:line="276" w:lineRule="auto"/>
        <w:ind w:hanging="357"/>
        <w:rPr>
          <w:rFonts w:ascii="Arial" w:hAnsi="Arial" w:cs="Arial"/>
        </w:rPr>
      </w:pPr>
      <w:r w:rsidRPr="00E27751">
        <w:rPr>
          <w:rFonts w:ascii="Arial" w:hAnsi="Arial" w:cs="Arial"/>
        </w:rPr>
        <w:t>In welcher Einheit wird die Äquivalentdosisleistung angegeben?</w:t>
      </w:r>
    </w:p>
    <w:p w:rsidR="004D5AFB" w:rsidRPr="00E27751" w:rsidRDefault="004D5AFB" w:rsidP="004D5AFB">
      <w:pPr>
        <w:pStyle w:val="Listenabsatz"/>
        <w:numPr>
          <w:ilvl w:val="1"/>
          <w:numId w:val="27"/>
        </w:numPr>
        <w:spacing w:before="120" w:after="120" w:line="276" w:lineRule="auto"/>
        <w:ind w:hanging="357"/>
        <w:rPr>
          <w:rFonts w:ascii="Arial" w:hAnsi="Arial" w:cs="Arial"/>
        </w:rPr>
      </w:pPr>
      <w:proofErr w:type="spellStart"/>
      <w:r w:rsidRPr="00E27751">
        <w:rPr>
          <w:rFonts w:ascii="Arial" w:hAnsi="Arial" w:cs="Arial"/>
        </w:rPr>
        <w:t>Bq</w:t>
      </w:r>
      <w:proofErr w:type="spellEnd"/>
      <w:r w:rsidRPr="00E27751">
        <w:rPr>
          <w:rFonts w:ascii="Arial" w:hAnsi="Arial" w:cs="Arial"/>
        </w:rPr>
        <w:t xml:space="preserve">/h, </w:t>
      </w:r>
      <w:proofErr w:type="spellStart"/>
      <w:r w:rsidRPr="00E27751">
        <w:rPr>
          <w:rFonts w:ascii="Arial" w:hAnsi="Arial" w:cs="Arial"/>
        </w:rPr>
        <w:t>mBq</w:t>
      </w:r>
      <w:proofErr w:type="spellEnd"/>
      <w:r w:rsidRPr="00E27751">
        <w:rPr>
          <w:rFonts w:ascii="Arial" w:hAnsi="Arial" w:cs="Arial"/>
        </w:rPr>
        <w:t>/h</w:t>
      </w:r>
    </w:p>
    <w:p w:rsidR="004D5AFB" w:rsidRPr="009D5A01" w:rsidRDefault="004D5AFB" w:rsidP="004D5AFB">
      <w:pPr>
        <w:pStyle w:val="Listenabsatz"/>
        <w:numPr>
          <w:ilvl w:val="1"/>
          <w:numId w:val="27"/>
        </w:numPr>
        <w:spacing w:before="120" w:after="120" w:line="276" w:lineRule="auto"/>
        <w:ind w:hanging="357"/>
        <w:rPr>
          <w:rFonts w:ascii="Arial" w:hAnsi="Arial" w:cs="Arial"/>
          <w:highlight w:val="yellow"/>
        </w:rPr>
      </w:pPr>
      <w:r w:rsidRPr="009D5A01">
        <w:rPr>
          <w:rFonts w:ascii="Arial" w:hAnsi="Arial" w:cs="Arial"/>
          <w:highlight w:val="yellow"/>
        </w:rPr>
        <w:t>μSv/h</w:t>
      </w:r>
    </w:p>
    <w:p w:rsidR="004D5AFB" w:rsidRPr="009D5A01" w:rsidRDefault="004D5AFB" w:rsidP="004D5AFB">
      <w:pPr>
        <w:pStyle w:val="Listenabsatz"/>
        <w:numPr>
          <w:ilvl w:val="1"/>
          <w:numId w:val="27"/>
        </w:numPr>
        <w:spacing w:before="120" w:after="120" w:line="276" w:lineRule="auto"/>
        <w:ind w:hanging="357"/>
        <w:rPr>
          <w:rFonts w:ascii="Arial" w:hAnsi="Arial" w:cs="Arial"/>
          <w:highlight w:val="yellow"/>
        </w:rPr>
      </w:pPr>
      <w:r w:rsidRPr="009D5A01">
        <w:rPr>
          <w:rFonts w:ascii="Arial" w:hAnsi="Arial" w:cs="Arial"/>
          <w:highlight w:val="yellow"/>
        </w:rPr>
        <w:t>Sv/h, mSv/h</w:t>
      </w:r>
    </w:p>
    <w:p w:rsidR="004D5AFB" w:rsidRDefault="004D5AFB" w:rsidP="004D5AFB">
      <w:pPr>
        <w:pStyle w:val="Listenabsatz"/>
        <w:numPr>
          <w:ilvl w:val="1"/>
          <w:numId w:val="27"/>
        </w:numPr>
        <w:spacing w:before="120" w:after="120" w:line="276" w:lineRule="auto"/>
        <w:ind w:hanging="357"/>
        <w:rPr>
          <w:rFonts w:ascii="Arial" w:hAnsi="Arial" w:cs="Arial"/>
          <w:highlight w:val="yellow"/>
        </w:rPr>
      </w:pPr>
      <w:r w:rsidRPr="009D5A01">
        <w:rPr>
          <w:rFonts w:ascii="Arial" w:hAnsi="Arial" w:cs="Arial"/>
          <w:highlight w:val="yellow"/>
        </w:rPr>
        <w:t>Sievert pro Stunde</w:t>
      </w:r>
    </w:p>
    <w:p w:rsidR="0050018C" w:rsidRPr="0050018C" w:rsidRDefault="0050018C" w:rsidP="0050018C">
      <w:pPr>
        <w:spacing w:before="120" w:after="120" w:line="276" w:lineRule="auto"/>
        <w:rPr>
          <w:rFonts w:ascii="Arial" w:hAnsi="Arial" w:cs="Arial"/>
          <w:highlight w:val="yellow"/>
        </w:rPr>
      </w:pPr>
    </w:p>
    <w:p w:rsidR="004D5AFB" w:rsidRDefault="004D5AFB" w:rsidP="004D5AFB">
      <w:pPr>
        <w:pStyle w:val="Listenabsatz"/>
        <w:numPr>
          <w:ilvl w:val="0"/>
          <w:numId w:val="27"/>
        </w:numPr>
        <w:spacing w:before="120" w:after="120" w:line="276" w:lineRule="auto"/>
        <w:ind w:hanging="357"/>
        <w:rPr>
          <w:rFonts w:ascii="Arial" w:hAnsi="Arial" w:cs="Arial"/>
        </w:rPr>
      </w:pPr>
      <w:r w:rsidRPr="00E27751">
        <w:rPr>
          <w:rFonts w:ascii="Arial" w:hAnsi="Arial" w:cs="Arial"/>
        </w:rPr>
        <w:t>Markieren Sie Teilchenstrahlung!</w:t>
      </w:r>
    </w:p>
    <w:p w:rsidR="004D5AFB" w:rsidRPr="009D5A01" w:rsidRDefault="004D5AFB" w:rsidP="004D5AFB">
      <w:pPr>
        <w:pStyle w:val="Listenabsatz"/>
        <w:numPr>
          <w:ilvl w:val="1"/>
          <w:numId w:val="27"/>
        </w:numPr>
        <w:spacing w:before="120" w:after="120" w:line="276" w:lineRule="auto"/>
        <w:ind w:hanging="357"/>
        <w:rPr>
          <w:rFonts w:ascii="Arial" w:hAnsi="Arial" w:cs="Arial"/>
          <w:highlight w:val="yellow"/>
        </w:rPr>
      </w:pPr>
      <w:r w:rsidRPr="009D5A01">
        <w:rPr>
          <w:rFonts w:ascii="Arial" w:hAnsi="Arial" w:cs="Arial"/>
          <w:highlight w:val="yellow"/>
        </w:rPr>
        <w:t>Alpha (α)</w:t>
      </w:r>
    </w:p>
    <w:p w:rsidR="004D5AFB" w:rsidRPr="009D5A01" w:rsidRDefault="004D5AFB" w:rsidP="004D5AFB">
      <w:pPr>
        <w:pStyle w:val="Listenabsatz"/>
        <w:numPr>
          <w:ilvl w:val="1"/>
          <w:numId w:val="27"/>
        </w:numPr>
        <w:spacing w:before="120" w:after="120" w:line="276" w:lineRule="auto"/>
        <w:ind w:hanging="357"/>
        <w:rPr>
          <w:rFonts w:ascii="Arial" w:hAnsi="Arial" w:cs="Arial"/>
          <w:highlight w:val="yellow"/>
        </w:rPr>
      </w:pPr>
      <w:r w:rsidRPr="009D5A01">
        <w:rPr>
          <w:rFonts w:ascii="Arial" w:hAnsi="Arial" w:cs="Arial"/>
          <w:highlight w:val="yellow"/>
        </w:rPr>
        <w:t>Beta (β)</w:t>
      </w:r>
    </w:p>
    <w:p w:rsidR="004D5AFB" w:rsidRPr="00E27751" w:rsidRDefault="004D5AFB" w:rsidP="004D5AFB">
      <w:pPr>
        <w:pStyle w:val="Listenabsatz"/>
        <w:numPr>
          <w:ilvl w:val="1"/>
          <w:numId w:val="27"/>
        </w:numPr>
        <w:spacing w:before="120" w:after="120" w:line="276" w:lineRule="auto"/>
        <w:ind w:hanging="357"/>
        <w:rPr>
          <w:rFonts w:ascii="Arial" w:hAnsi="Arial" w:cs="Arial"/>
        </w:rPr>
      </w:pPr>
      <w:r w:rsidRPr="00E27751">
        <w:rPr>
          <w:rFonts w:ascii="Arial" w:hAnsi="Arial" w:cs="Arial"/>
        </w:rPr>
        <w:t>Gamma (γ)</w:t>
      </w:r>
    </w:p>
    <w:p w:rsidR="004D5AFB" w:rsidRDefault="004D5AFB" w:rsidP="004D5AFB">
      <w:pPr>
        <w:pStyle w:val="Listenabsatz"/>
        <w:numPr>
          <w:ilvl w:val="1"/>
          <w:numId w:val="27"/>
        </w:numPr>
        <w:spacing w:before="120" w:after="120" w:line="276" w:lineRule="auto"/>
        <w:ind w:hanging="357"/>
        <w:rPr>
          <w:rFonts w:ascii="Arial" w:hAnsi="Arial" w:cs="Arial"/>
        </w:rPr>
      </w:pPr>
      <w:r w:rsidRPr="00E27751">
        <w:rPr>
          <w:rFonts w:ascii="Arial" w:hAnsi="Arial" w:cs="Arial"/>
        </w:rPr>
        <w:t>Röntgenstrahlung</w:t>
      </w:r>
    </w:p>
    <w:p w:rsidR="0050018C" w:rsidRPr="0050018C" w:rsidRDefault="0050018C" w:rsidP="0050018C">
      <w:pPr>
        <w:spacing w:before="120" w:after="120" w:line="276" w:lineRule="auto"/>
        <w:rPr>
          <w:rFonts w:ascii="Arial" w:hAnsi="Arial" w:cs="Arial"/>
        </w:rPr>
      </w:pPr>
    </w:p>
    <w:p w:rsidR="004D5AFB" w:rsidRPr="00150BD2" w:rsidRDefault="004D5AFB" w:rsidP="004D5AFB">
      <w:pPr>
        <w:pStyle w:val="Listenabsatz"/>
        <w:numPr>
          <w:ilvl w:val="0"/>
          <w:numId w:val="27"/>
        </w:numPr>
        <w:spacing w:before="120" w:after="120" w:line="276" w:lineRule="auto"/>
        <w:rPr>
          <w:rFonts w:ascii="Arial" w:hAnsi="Arial" w:cs="Arial"/>
        </w:rPr>
      </w:pPr>
      <w:r w:rsidRPr="00150BD2">
        <w:rPr>
          <w:rFonts w:ascii="Arial" w:hAnsi="Arial" w:cs="Arial"/>
        </w:rPr>
        <w:t>Welches Gerät/Welche Geräte ist/sind vom 1. Trupp mit in den C-Einsatz zu nehmen?</w:t>
      </w:r>
    </w:p>
    <w:p w:rsidR="004D5AFB" w:rsidRPr="009D5A01" w:rsidRDefault="004D5AFB" w:rsidP="004D5AFB">
      <w:pPr>
        <w:pStyle w:val="Listenabsatz"/>
        <w:numPr>
          <w:ilvl w:val="1"/>
          <w:numId w:val="27"/>
        </w:numPr>
        <w:spacing w:before="120" w:after="120" w:line="276" w:lineRule="auto"/>
        <w:rPr>
          <w:rFonts w:ascii="Arial" w:hAnsi="Arial" w:cs="Arial"/>
          <w:highlight w:val="yellow"/>
        </w:rPr>
      </w:pPr>
      <w:r w:rsidRPr="009D5A01">
        <w:rPr>
          <w:rFonts w:ascii="Arial" w:hAnsi="Arial" w:cs="Arial"/>
          <w:highlight w:val="yellow"/>
        </w:rPr>
        <w:t xml:space="preserve">Pulverlöscher </w:t>
      </w:r>
    </w:p>
    <w:p w:rsidR="004D5AFB" w:rsidRPr="009D5A01" w:rsidRDefault="004D5AFB" w:rsidP="004D5AFB">
      <w:pPr>
        <w:pStyle w:val="Listenabsatz"/>
        <w:numPr>
          <w:ilvl w:val="1"/>
          <w:numId w:val="27"/>
        </w:numPr>
        <w:spacing w:before="120" w:after="120" w:line="276" w:lineRule="auto"/>
        <w:rPr>
          <w:rFonts w:ascii="Arial" w:hAnsi="Arial" w:cs="Arial"/>
          <w:highlight w:val="yellow"/>
        </w:rPr>
      </w:pPr>
      <w:r w:rsidRPr="009D5A01">
        <w:rPr>
          <w:rFonts w:ascii="Arial" w:hAnsi="Arial" w:cs="Arial"/>
          <w:highlight w:val="yellow"/>
        </w:rPr>
        <w:t xml:space="preserve">Ex-Messgerät </w:t>
      </w:r>
    </w:p>
    <w:p w:rsidR="004D5AFB" w:rsidRPr="009D5A01" w:rsidRDefault="004D5AFB" w:rsidP="004D5AFB">
      <w:pPr>
        <w:pStyle w:val="Listenabsatz"/>
        <w:numPr>
          <w:ilvl w:val="1"/>
          <w:numId w:val="27"/>
        </w:numPr>
        <w:spacing w:before="120" w:after="120" w:line="276" w:lineRule="auto"/>
        <w:rPr>
          <w:rFonts w:ascii="Arial" w:hAnsi="Arial" w:cs="Arial"/>
          <w:highlight w:val="yellow"/>
        </w:rPr>
      </w:pPr>
      <w:r w:rsidRPr="009D5A01">
        <w:rPr>
          <w:rFonts w:ascii="Arial" w:hAnsi="Arial" w:cs="Arial"/>
          <w:highlight w:val="yellow"/>
        </w:rPr>
        <w:t xml:space="preserve">Handscheinwerfer </w:t>
      </w:r>
    </w:p>
    <w:p w:rsidR="004D5AFB" w:rsidRDefault="004D5AFB" w:rsidP="004D5AFB">
      <w:pPr>
        <w:pStyle w:val="Listenabsatz"/>
        <w:numPr>
          <w:ilvl w:val="1"/>
          <w:numId w:val="27"/>
        </w:numPr>
        <w:spacing w:before="120" w:after="120" w:line="276" w:lineRule="auto"/>
        <w:rPr>
          <w:rFonts w:ascii="Arial" w:hAnsi="Arial" w:cs="Arial"/>
          <w:highlight w:val="yellow"/>
        </w:rPr>
      </w:pPr>
      <w:r w:rsidRPr="009D5A01">
        <w:rPr>
          <w:rFonts w:ascii="Arial" w:hAnsi="Arial" w:cs="Arial"/>
          <w:highlight w:val="yellow"/>
        </w:rPr>
        <w:t>Ferngreifer</w:t>
      </w:r>
    </w:p>
    <w:p w:rsidR="0050018C" w:rsidRPr="0050018C" w:rsidRDefault="0050018C" w:rsidP="0050018C">
      <w:pPr>
        <w:spacing w:before="120" w:after="120" w:line="276" w:lineRule="auto"/>
        <w:rPr>
          <w:rFonts w:ascii="Arial" w:hAnsi="Arial" w:cs="Arial"/>
          <w:highlight w:val="yellow"/>
        </w:rPr>
      </w:pPr>
    </w:p>
    <w:p w:rsidR="004D5AFB" w:rsidRPr="00E27751" w:rsidRDefault="004D5AFB" w:rsidP="004D5AFB">
      <w:pPr>
        <w:pStyle w:val="Listenabsatz"/>
        <w:numPr>
          <w:ilvl w:val="0"/>
          <w:numId w:val="27"/>
        </w:numPr>
        <w:spacing w:before="120" w:after="120" w:line="276" w:lineRule="auto"/>
        <w:ind w:hanging="357"/>
        <w:rPr>
          <w:rFonts w:ascii="Arial" w:hAnsi="Arial" w:cs="Arial"/>
        </w:rPr>
      </w:pPr>
      <w:r w:rsidRPr="00E27751">
        <w:rPr>
          <w:rFonts w:ascii="Arial" w:hAnsi="Arial" w:cs="Arial"/>
        </w:rPr>
        <w:t>Vervollständigen Sie folgenden Satz: „Je größer der Abstand, desto … die Dosisleistung, je länger der Aufenthalt desto …</w:t>
      </w:r>
      <w:proofErr w:type="gramStart"/>
      <w:r w:rsidRPr="00E27751">
        <w:rPr>
          <w:rFonts w:ascii="Arial" w:hAnsi="Arial" w:cs="Arial"/>
        </w:rPr>
        <w:t>..</w:t>
      </w:r>
      <w:proofErr w:type="gramEnd"/>
      <w:r w:rsidRPr="00E27751">
        <w:rPr>
          <w:rFonts w:ascii="Arial" w:hAnsi="Arial" w:cs="Arial"/>
        </w:rPr>
        <w:t xml:space="preserve"> die Dosis.“</w:t>
      </w:r>
    </w:p>
    <w:p w:rsidR="004D5AFB" w:rsidRPr="00E27751" w:rsidRDefault="004D5AFB" w:rsidP="004D5AFB">
      <w:pPr>
        <w:pStyle w:val="Listenabsatz"/>
        <w:numPr>
          <w:ilvl w:val="1"/>
          <w:numId w:val="27"/>
        </w:numPr>
        <w:spacing w:before="120" w:after="120" w:line="276" w:lineRule="auto"/>
        <w:ind w:hanging="357"/>
        <w:rPr>
          <w:rFonts w:ascii="Arial" w:hAnsi="Arial" w:cs="Arial"/>
        </w:rPr>
      </w:pPr>
      <w:r w:rsidRPr="00E27751">
        <w:rPr>
          <w:rFonts w:ascii="Arial" w:hAnsi="Arial" w:cs="Arial"/>
        </w:rPr>
        <w:t>...größer…,…niedriger</w:t>
      </w:r>
    </w:p>
    <w:p w:rsidR="004D5AFB" w:rsidRPr="009D5A01" w:rsidRDefault="004D5AFB" w:rsidP="004D5AFB">
      <w:pPr>
        <w:pStyle w:val="Listenabsatz"/>
        <w:numPr>
          <w:ilvl w:val="1"/>
          <w:numId w:val="27"/>
        </w:numPr>
        <w:spacing w:before="120" w:after="120" w:line="276" w:lineRule="auto"/>
        <w:ind w:hanging="357"/>
        <w:rPr>
          <w:rFonts w:ascii="Arial" w:hAnsi="Arial" w:cs="Arial"/>
          <w:highlight w:val="yellow"/>
        </w:rPr>
      </w:pPr>
      <w:r w:rsidRPr="009D5A01">
        <w:rPr>
          <w:rFonts w:ascii="Arial" w:hAnsi="Arial" w:cs="Arial"/>
          <w:highlight w:val="yellow"/>
        </w:rPr>
        <w:t>...kleiner…,… höher</w:t>
      </w:r>
    </w:p>
    <w:p w:rsidR="004D5AFB" w:rsidRPr="00E27751" w:rsidRDefault="004D5AFB" w:rsidP="004D5AFB">
      <w:pPr>
        <w:pStyle w:val="Listenabsatz"/>
        <w:numPr>
          <w:ilvl w:val="1"/>
          <w:numId w:val="27"/>
        </w:numPr>
        <w:spacing w:before="120" w:after="120" w:line="276" w:lineRule="auto"/>
        <w:ind w:hanging="357"/>
        <w:rPr>
          <w:rFonts w:ascii="Arial" w:hAnsi="Arial" w:cs="Arial"/>
        </w:rPr>
      </w:pPr>
      <w:r w:rsidRPr="00E27751">
        <w:rPr>
          <w:rFonts w:ascii="Arial" w:hAnsi="Arial" w:cs="Arial"/>
        </w:rPr>
        <w:t>…kleiner…,…niedriger</w:t>
      </w:r>
    </w:p>
    <w:p w:rsidR="004D5AFB" w:rsidRDefault="004D5AFB" w:rsidP="004D5AFB">
      <w:pPr>
        <w:pStyle w:val="Listenabsatz"/>
        <w:numPr>
          <w:ilvl w:val="1"/>
          <w:numId w:val="27"/>
        </w:numPr>
        <w:spacing w:before="120" w:after="120" w:line="276" w:lineRule="auto"/>
        <w:ind w:hanging="357"/>
        <w:rPr>
          <w:rFonts w:ascii="Arial" w:hAnsi="Arial" w:cs="Arial"/>
        </w:rPr>
      </w:pPr>
      <w:r w:rsidRPr="00E27751">
        <w:rPr>
          <w:rFonts w:ascii="Arial" w:hAnsi="Arial" w:cs="Arial"/>
        </w:rPr>
        <w:t>...niedriger…,…kleiner</w:t>
      </w:r>
    </w:p>
    <w:p w:rsidR="0050018C" w:rsidRPr="0050018C" w:rsidRDefault="0050018C" w:rsidP="0050018C">
      <w:pPr>
        <w:spacing w:before="120" w:after="120" w:line="276" w:lineRule="auto"/>
        <w:rPr>
          <w:rFonts w:ascii="Arial" w:hAnsi="Arial" w:cs="Arial"/>
        </w:rPr>
      </w:pPr>
    </w:p>
    <w:p w:rsidR="004D5AFB" w:rsidRPr="00150BD2" w:rsidRDefault="004D5AFB" w:rsidP="004D5AFB">
      <w:pPr>
        <w:pStyle w:val="Listenabsatz"/>
        <w:numPr>
          <w:ilvl w:val="0"/>
          <w:numId w:val="27"/>
        </w:numPr>
        <w:spacing w:before="120" w:after="120" w:line="276" w:lineRule="auto"/>
        <w:rPr>
          <w:rFonts w:ascii="Arial" w:hAnsi="Arial" w:cs="Arial"/>
        </w:rPr>
      </w:pPr>
      <w:r w:rsidRPr="00150BD2">
        <w:rPr>
          <w:rFonts w:ascii="Arial" w:hAnsi="Arial" w:cs="Arial"/>
        </w:rPr>
        <w:t>Was ist beim Umfüllvorgang im C-Einsatz zu beachten?</w:t>
      </w:r>
    </w:p>
    <w:p w:rsidR="004D5AFB" w:rsidRPr="00150BD2" w:rsidRDefault="004D5AFB" w:rsidP="004D5AFB">
      <w:pPr>
        <w:pStyle w:val="Listenabsatz"/>
        <w:numPr>
          <w:ilvl w:val="1"/>
          <w:numId w:val="27"/>
        </w:numPr>
        <w:spacing w:before="120" w:after="120" w:line="276" w:lineRule="auto"/>
        <w:rPr>
          <w:rFonts w:ascii="Arial" w:hAnsi="Arial" w:cs="Arial"/>
        </w:rPr>
      </w:pPr>
      <w:r w:rsidRPr="00150BD2">
        <w:rPr>
          <w:rFonts w:ascii="Arial" w:hAnsi="Arial" w:cs="Arial"/>
        </w:rPr>
        <w:t xml:space="preserve">Keine besonderen Maßnahmen </w:t>
      </w:r>
    </w:p>
    <w:p w:rsidR="004D5AFB" w:rsidRPr="00150BD2" w:rsidRDefault="004D5AFB" w:rsidP="004D5AFB">
      <w:pPr>
        <w:pStyle w:val="Listenabsatz"/>
        <w:numPr>
          <w:ilvl w:val="1"/>
          <w:numId w:val="27"/>
        </w:numPr>
        <w:spacing w:before="120" w:after="120" w:line="276" w:lineRule="auto"/>
        <w:rPr>
          <w:rFonts w:ascii="Arial" w:hAnsi="Arial" w:cs="Arial"/>
        </w:rPr>
      </w:pPr>
      <w:r w:rsidRPr="00150BD2">
        <w:rPr>
          <w:rFonts w:ascii="Arial" w:hAnsi="Arial" w:cs="Arial"/>
          <w:highlight w:val="yellow"/>
        </w:rPr>
        <w:t>Die Vermeidung einer Kontamination der Umgebung</w:t>
      </w:r>
      <w:r w:rsidRPr="00150BD2">
        <w:rPr>
          <w:rFonts w:ascii="Arial" w:hAnsi="Arial" w:cs="Arial"/>
        </w:rPr>
        <w:t xml:space="preserve"> </w:t>
      </w:r>
    </w:p>
    <w:p w:rsidR="004D5AFB" w:rsidRPr="00150BD2" w:rsidRDefault="004D5AFB" w:rsidP="004D5AFB">
      <w:pPr>
        <w:pStyle w:val="Listenabsatz"/>
        <w:numPr>
          <w:ilvl w:val="1"/>
          <w:numId w:val="27"/>
        </w:numPr>
        <w:spacing w:before="120" w:after="120" w:line="276" w:lineRule="auto"/>
        <w:rPr>
          <w:rFonts w:ascii="Arial" w:hAnsi="Arial" w:cs="Arial"/>
        </w:rPr>
      </w:pPr>
      <w:r w:rsidRPr="00150BD2">
        <w:rPr>
          <w:rFonts w:ascii="Arial" w:hAnsi="Arial" w:cs="Arial"/>
        </w:rPr>
        <w:t xml:space="preserve">Eine ausreichende Spannungserzeugung </w:t>
      </w:r>
    </w:p>
    <w:p w:rsidR="004D5AFB" w:rsidRDefault="004D5AFB" w:rsidP="004D5AFB">
      <w:pPr>
        <w:pStyle w:val="Listenabsatz"/>
        <w:numPr>
          <w:ilvl w:val="1"/>
          <w:numId w:val="27"/>
        </w:numPr>
        <w:spacing w:before="120" w:after="120" w:line="276" w:lineRule="auto"/>
        <w:rPr>
          <w:rFonts w:ascii="Arial" w:hAnsi="Arial" w:cs="Arial"/>
        </w:rPr>
      </w:pPr>
      <w:r w:rsidRPr="00150BD2">
        <w:rPr>
          <w:rFonts w:ascii="Arial" w:hAnsi="Arial" w:cs="Arial"/>
          <w:highlight w:val="yellow"/>
        </w:rPr>
        <w:t>Das Anbringen von Erdungsanschlüssen an allen Behälter und Leitungen</w:t>
      </w:r>
      <w:r w:rsidRPr="00150BD2">
        <w:rPr>
          <w:rFonts w:ascii="Arial" w:hAnsi="Arial" w:cs="Arial"/>
        </w:rPr>
        <w:t xml:space="preserve"> </w:t>
      </w:r>
    </w:p>
    <w:p w:rsidR="00A2045B" w:rsidRPr="00A2045B" w:rsidRDefault="00A2045B" w:rsidP="00A2045B">
      <w:pPr>
        <w:spacing w:before="120" w:after="120" w:line="276" w:lineRule="auto"/>
        <w:ind w:left="1080"/>
        <w:rPr>
          <w:rFonts w:ascii="Arial" w:hAnsi="Arial" w:cs="Arial"/>
        </w:rPr>
      </w:pPr>
    </w:p>
    <w:p w:rsidR="004D5AFB" w:rsidRPr="00E27751" w:rsidRDefault="004D5AFB" w:rsidP="004D5AFB">
      <w:pPr>
        <w:pStyle w:val="Listenabsatz"/>
        <w:numPr>
          <w:ilvl w:val="0"/>
          <w:numId w:val="27"/>
        </w:numPr>
        <w:spacing w:before="120" w:after="120" w:line="276" w:lineRule="auto"/>
        <w:ind w:hanging="357"/>
        <w:rPr>
          <w:rFonts w:ascii="Arial" w:hAnsi="Arial" w:cs="Arial"/>
        </w:rPr>
      </w:pPr>
      <w:r w:rsidRPr="00E27751">
        <w:rPr>
          <w:rFonts w:ascii="Arial" w:hAnsi="Arial" w:cs="Arial"/>
        </w:rPr>
        <w:t>Was ist bei Dosisleistungsalarm zu tun?</w:t>
      </w:r>
    </w:p>
    <w:p w:rsidR="004D5AFB" w:rsidRPr="00E27751" w:rsidRDefault="004D5AFB" w:rsidP="004D5AFB">
      <w:pPr>
        <w:pStyle w:val="Listenabsatz"/>
        <w:numPr>
          <w:ilvl w:val="1"/>
          <w:numId w:val="27"/>
        </w:numPr>
        <w:spacing w:before="120" w:after="120" w:line="276" w:lineRule="auto"/>
        <w:ind w:hanging="357"/>
        <w:rPr>
          <w:rFonts w:ascii="Arial" w:hAnsi="Arial" w:cs="Arial"/>
        </w:rPr>
      </w:pPr>
      <w:r w:rsidRPr="00E27751">
        <w:rPr>
          <w:rFonts w:ascii="Arial" w:hAnsi="Arial" w:cs="Arial"/>
        </w:rPr>
        <w:t>Schutzausrüstung prüfen, ob ausreichend Schutz gegeben ist, Truppmitglied informieren.</w:t>
      </w:r>
    </w:p>
    <w:p w:rsidR="004D5AFB" w:rsidRPr="00E27751" w:rsidRDefault="004D5AFB" w:rsidP="004D5AFB">
      <w:pPr>
        <w:pStyle w:val="Listenabsatz"/>
        <w:numPr>
          <w:ilvl w:val="1"/>
          <w:numId w:val="27"/>
        </w:numPr>
        <w:spacing w:before="120" w:after="120" w:line="276" w:lineRule="auto"/>
        <w:ind w:hanging="357"/>
        <w:rPr>
          <w:rFonts w:ascii="Arial" w:hAnsi="Arial" w:cs="Arial"/>
        </w:rPr>
      </w:pPr>
      <w:r w:rsidRPr="00E27751">
        <w:rPr>
          <w:rFonts w:ascii="Arial" w:hAnsi="Arial" w:cs="Arial"/>
        </w:rPr>
        <w:t>Schneller gehen, um noch arbeiten zu können, Gruppenführer informieren.</w:t>
      </w:r>
    </w:p>
    <w:p w:rsidR="004D5AFB" w:rsidRPr="009D5A01" w:rsidRDefault="004D5AFB" w:rsidP="004D5AFB">
      <w:pPr>
        <w:pStyle w:val="Listenabsatz"/>
        <w:numPr>
          <w:ilvl w:val="1"/>
          <w:numId w:val="27"/>
        </w:numPr>
        <w:spacing w:before="120" w:after="120" w:line="276" w:lineRule="auto"/>
        <w:ind w:hanging="357"/>
        <w:rPr>
          <w:rFonts w:ascii="Arial" w:hAnsi="Arial" w:cs="Arial"/>
          <w:highlight w:val="yellow"/>
        </w:rPr>
      </w:pPr>
      <w:r w:rsidRPr="009D5A01">
        <w:rPr>
          <w:rFonts w:ascii="Arial" w:hAnsi="Arial" w:cs="Arial"/>
          <w:highlight w:val="yellow"/>
        </w:rPr>
        <w:t>Anhalten, Schritt zurück, Gruppenführer informieren.</w:t>
      </w:r>
    </w:p>
    <w:p w:rsidR="004D5AFB" w:rsidRPr="00E27751" w:rsidRDefault="004D5AFB" w:rsidP="004D5AFB">
      <w:pPr>
        <w:pStyle w:val="Listenabsatz"/>
        <w:numPr>
          <w:ilvl w:val="1"/>
          <w:numId w:val="27"/>
        </w:numPr>
        <w:spacing w:before="120" w:after="120" w:line="276" w:lineRule="auto"/>
        <w:ind w:hanging="357"/>
        <w:rPr>
          <w:rFonts w:ascii="Arial" w:hAnsi="Arial" w:cs="Arial"/>
        </w:rPr>
      </w:pPr>
      <w:r w:rsidRPr="00E27751">
        <w:rPr>
          <w:rFonts w:ascii="Arial" w:hAnsi="Arial" w:cs="Arial"/>
        </w:rPr>
        <w:t>Gerät eine Warnschwelle hoch schalten, weiter gehen, nach dem Einsatz Gruppenführer informieren.</w:t>
      </w:r>
    </w:p>
    <w:p w:rsidR="00A2045B" w:rsidRDefault="00A2045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15C92" w:rsidRPr="00E27751" w:rsidRDefault="00715C92" w:rsidP="00715C92">
      <w:pPr>
        <w:spacing w:line="276" w:lineRule="auto"/>
        <w:rPr>
          <w:rFonts w:ascii="Arial" w:hAnsi="Arial" w:cs="Arial"/>
        </w:rPr>
      </w:pPr>
      <w:r w:rsidRPr="00E27751">
        <w:rPr>
          <w:rFonts w:ascii="Arial" w:hAnsi="Arial" w:cs="Arial"/>
        </w:rPr>
        <w:lastRenderedPageBreak/>
        <w:t>Prüfungsfragen ABC-Einsatz I u. II</w:t>
      </w:r>
    </w:p>
    <w:p w:rsidR="00A2045B" w:rsidRPr="00715C92" w:rsidRDefault="00A2045B" w:rsidP="00715C92">
      <w:pPr>
        <w:spacing w:before="120" w:after="120" w:line="276" w:lineRule="auto"/>
        <w:rPr>
          <w:rFonts w:ascii="Arial" w:hAnsi="Arial" w:cs="Arial"/>
        </w:rPr>
      </w:pPr>
    </w:p>
    <w:p w:rsidR="004D5AFB" w:rsidRPr="00E27751" w:rsidRDefault="004D5AFB" w:rsidP="004D5AFB">
      <w:pPr>
        <w:pStyle w:val="Listenabsatz"/>
        <w:numPr>
          <w:ilvl w:val="0"/>
          <w:numId w:val="27"/>
        </w:numPr>
        <w:spacing w:before="120" w:after="120" w:line="276" w:lineRule="auto"/>
        <w:ind w:hanging="357"/>
        <w:rPr>
          <w:rFonts w:ascii="Arial" w:hAnsi="Arial" w:cs="Arial"/>
        </w:rPr>
      </w:pPr>
      <w:r w:rsidRPr="00E27751">
        <w:rPr>
          <w:rFonts w:ascii="Arial" w:hAnsi="Arial" w:cs="Arial"/>
        </w:rPr>
        <w:t>Ordnen Sie die Strahlenarten ihrer Reichweite in Luft zu!</w:t>
      </w:r>
    </w:p>
    <w:p w:rsidR="004D5AFB" w:rsidRPr="00E27751" w:rsidRDefault="004D5AFB" w:rsidP="004D5AFB">
      <w:pPr>
        <w:pStyle w:val="Listenabsatz"/>
        <w:numPr>
          <w:ilvl w:val="1"/>
          <w:numId w:val="28"/>
        </w:numPr>
        <w:spacing w:before="120" w:after="120" w:line="276" w:lineRule="auto"/>
        <w:ind w:hanging="357"/>
        <w:rPr>
          <w:rFonts w:ascii="Arial" w:hAnsi="Arial" w:cs="Arial"/>
        </w:rPr>
      </w:pPr>
      <w:r w:rsidRPr="00E27751">
        <w:rPr>
          <w:rFonts w:ascii="Arial" w:hAnsi="Arial" w:cs="Arial"/>
        </w:rPr>
        <w:t>α-Strahlung [km], β-Strahlung [m], γ-Strahlung [cm]</w:t>
      </w:r>
    </w:p>
    <w:p w:rsidR="004D5AFB" w:rsidRPr="00E27751" w:rsidRDefault="004D5AFB" w:rsidP="004D5AFB">
      <w:pPr>
        <w:pStyle w:val="Listenabsatz"/>
        <w:numPr>
          <w:ilvl w:val="1"/>
          <w:numId w:val="28"/>
        </w:numPr>
        <w:spacing w:before="120" w:after="120" w:line="276" w:lineRule="auto"/>
        <w:ind w:hanging="357"/>
        <w:rPr>
          <w:rFonts w:ascii="Arial" w:hAnsi="Arial" w:cs="Arial"/>
        </w:rPr>
      </w:pPr>
      <w:r w:rsidRPr="00E27751">
        <w:rPr>
          <w:rFonts w:ascii="Arial" w:hAnsi="Arial" w:cs="Arial"/>
        </w:rPr>
        <w:t>α-Strahlung [m], β-Strahlung [cm], γ-Strahlung [km]</w:t>
      </w:r>
    </w:p>
    <w:p w:rsidR="004D5AFB" w:rsidRPr="00E27751" w:rsidRDefault="004D5AFB" w:rsidP="004D5AFB">
      <w:pPr>
        <w:pStyle w:val="Listenabsatz"/>
        <w:numPr>
          <w:ilvl w:val="1"/>
          <w:numId w:val="28"/>
        </w:numPr>
        <w:spacing w:before="120" w:after="120" w:line="276" w:lineRule="auto"/>
        <w:ind w:hanging="357"/>
        <w:rPr>
          <w:rFonts w:ascii="Arial" w:hAnsi="Arial" w:cs="Arial"/>
        </w:rPr>
      </w:pPr>
      <w:r w:rsidRPr="00E27751">
        <w:rPr>
          <w:rFonts w:ascii="Arial" w:hAnsi="Arial" w:cs="Arial"/>
        </w:rPr>
        <w:t>α-Strahlung [km], β-Strahlung [cm], γ-Strahlung [m]</w:t>
      </w:r>
    </w:p>
    <w:p w:rsidR="004D5AFB" w:rsidRDefault="004D5AFB" w:rsidP="004D5AFB">
      <w:pPr>
        <w:pStyle w:val="Listenabsatz"/>
        <w:numPr>
          <w:ilvl w:val="1"/>
          <w:numId w:val="28"/>
        </w:numPr>
        <w:spacing w:before="120" w:after="120" w:line="276" w:lineRule="auto"/>
        <w:ind w:hanging="357"/>
        <w:rPr>
          <w:rFonts w:ascii="Arial" w:hAnsi="Arial" w:cs="Arial"/>
          <w:highlight w:val="yellow"/>
        </w:rPr>
      </w:pPr>
      <w:r w:rsidRPr="009D5A01">
        <w:rPr>
          <w:rFonts w:ascii="Arial" w:hAnsi="Arial" w:cs="Arial"/>
          <w:highlight w:val="yellow"/>
        </w:rPr>
        <w:t>α-Strahlung [cm], β-Strahlung [m], γ-Strahlung [km]</w:t>
      </w:r>
    </w:p>
    <w:p w:rsidR="00A2045B" w:rsidRPr="00A2045B" w:rsidRDefault="00A2045B" w:rsidP="00A2045B">
      <w:pPr>
        <w:spacing w:before="120" w:after="120" w:line="276" w:lineRule="auto"/>
        <w:rPr>
          <w:rFonts w:ascii="Arial" w:hAnsi="Arial" w:cs="Arial"/>
          <w:highlight w:val="yellow"/>
        </w:rPr>
      </w:pPr>
    </w:p>
    <w:p w:rsidR="004D5AFB" w:rsidRPr="00E27751" w:rsidRDefault="004D5AFB" w:rsidP="004D5AFB">
      <w:pPr>
        <w:pStyle w:val="Listenabsatz"/>
        <w:numPr>
          <w:ilvl w:val="0"/>
          <w:numId w:val="27"/>
        </w:numPr>
        <w:spacing w:before="120" w:after="120" w:line="276" w:lineRule="auto"/>
        <w:ind w:hanging="357"/>
        <w:rPr>
          <w:rFonts w:ascii="Arial" w:hAnsi="Arial" w:cs="Arial"/>
        </w:rPr>
      </w:pPr>
      <w:r w:rsidRPr="00E27751">
        <w:rPr>
          <w:rFonts w:ascii="Arial" w:hAnsi="Arial" w:cs="Arial"/>
        </w:rPr>
        <w:t>Welche Schutzmaßnahmen ermöglichen es, die Körperdosis für im Strahlenschutz eingesetzte Kräfte gering zu halten (4-A Regel)?</w:t>
      </w:r>
    </w:p>
    <w:p w:rsidR="004D5AFB" w:rsidRPr="00E27751" w:rsidRDefault="004D5AFB" w:rsidP="004D5AFB">
      <w:pPr>
        <w:pStyle w:val="Listenabsatz"/>
        <w:numPr>
          <w:ilvl w:val="0"/>
          <w:numId w:val="29"/>
        </w:numPr>
        <w:spacing w:before="120" w:after="120" w:line="276" w:lineRule="auto"/>
        <w:ind w:hanging="357"/>
        <w:rPr>
          <w:rFonts w:ascii="Arial" w:hAnsi="Arial" w:cs="Arial"/>
        </w:rPr>
      </w:pPr>
      <w:r w:rsidRPr="00E27751">
        <w:rPr>
          <w:rFonts w:ascii="Arial" w:hAnsi="Arial" w:cs="Arial"/>
        </w:rPr>
        <w:t>Anhalten, Abstand, Absperren, Aufenthaltsdauer</w:t>
      </w:r>
    </w:p>
    <w:p w:rsidR="004D5AFB" w:rsidRPr="009D5A01" w:rsidRDefault="004D5AFB" w:rsidP="004D5AFB">
      <w:pPr>
        <w:pStyle w:val="Listenabsatz"/>
        <w:numPr>
          <w:ilvl w:val="0"/>
          <w:numId w:val="29"/>
        </w:numPr>
        <w:spacing w:before="120" w:after="120" w:line="276" w:lineRule="auto"/>
        <w:ind w:hanging="357"/>
        <w:rPr>
          <w:rFonts w:ascii="Arial" w:hAnsi="Arial" w:cs="Arial"/>
          <w:highlight w:val="yellow"/>
        </w:rPr>
      </w:pPr>
      <w:r w:rsidRPr="009D5A01">
        <w:rPr>
          <w:rFonts w:ascii="Arial" w:hAnsi="Arial" w:cs="Arial"/>
          <w:highlight w:val="yellow"/>
        </w:rPr>
        <w:t>Abstand, Aufenthaltsdauer, Abschalten, Abschirmung</w:t>
      </w:r>
    </w:p>
    <w:p w:rsidR="004D5AFB" w:rsidRPr="00E27751" w:rsidRDefault="004D5AFB" w:rsidP="004D5AFB">
      <w:pPr>
        <w:pStyle w:val="Listenabsatz"/>
        <w:numPr>
          <w:ilvl w:val="0"/>
          <w:numId w:val="29"/>
        </w:numPr>
        <w:spacing w:before="120" w:after="120" w:line="276" w:lineRule="auto"/>
        <w:ind w:hanging="357"/>
        <w:rPr>
          <w:rFonts w:ascii="Arial" w:hAnsi="Arial" w:cs="Arial"/>
        </w:rPr>
      </w:pPr>
      <w:r w:rsidRPr="00E27751">
        <w:rPr>
          <w:rFonts w:ascii="Arial" w:hAnsi="Arial" w:cs="Arial"/>
        </w:rPr>
        <w:t>Anhalten, Abstand, Aufenthaltsdauer, Abschirmung</w:t>
      </w:r>
    </w:p>
    <w:p w:rsidR="004D5AFB" w:rsidRDefault="004D5AFB" w:rsidP="004D5AFB">
      <w:pPr>
        <w:pStyle w:val="Listenabsatz"/>
        <w:numPr>
          <w:ilvl w:val="0"/>
          <w:numId w:val="29"/>
        </w:numPr>
        <w:spacing w:before="120" w:after="120" w:line="276" w:lineRule="auto"/>
        <w:ind w:hanging="357"/>
        <w:rPr>
          <w:rFonts w:ascii="Arial" w:hAnsi="Arial" w:cs="Arial"/>
        </w:rPr>
      </w:pPr>
      <w:r w:rsidRPr="009D5A01">
        <w:rPr>
          <w:rFonts w:ascii="Arial" w:hAnsi="Arial" w:cs="Arial"/>
        </w:rPr>
        <w:t>Abstand, Absperren, Aufenthaltsdauer, Abschirmung</w:t>
      </w:r>
    </w:p>
    <w:p w:rsidR="004D5AFB" w:rsidRPr="00A2045B" w:rsidRDefault="004D5AFB" w:rsidP="00A2045B">
      <w:pPr>
        <w:spacing w:before="120" w:after="120" w:line="276" w:lineRule="auto"/>
        <w:rPr>
          <w:rFonts w:ascii="Arial" w:hAnsi="Arial" w:cs="Arial"/>
        </w:rPr>
      </w:pPr>
    </w:p>
    <w:p w:rsidR="004D5AFB" w:rsidRPr="004D5AFB" w:rsidRDefault="004D5AFB" w:rsidP="004D5AFB">
      <w:pPr>
        <w:pStyle w:val="Listenabsatz"/>
        <w:numPr>
          <w:ilvl w:val="0"/>
          <w:numId w:val="27"/>
        </w:numPr>
        <w:spacing w:before="120" w:after="120" w:line="276" w:lineRule="auto"/>
        <w:ind w:hanging="357"/>
        <w:rPr>
          <w:rFonts w:ascii="Arial" w:hAnsi="Arial" w:cs="Arial"/>
        </w:rPr>
      </w:pPr>
      <w:r w:rsidRPr="004D5AFB">
        <w:rPr>
          <w:rFonts w:ascii="Arial" w:hAnsi="Arial" w:cs="Arial"/>
        </w:rPr>
        <w:t>Welche Dosisrichtwerte und Dosisgrenzwerte sind richtig?</w:t>
      </w:r>
    </w:p>
    <w:p w:rsidR="004D5AFB" w:rsidRPr="009D5A01" w:rsidRDefault="004D5AFB" w:rsidP="004D5AFB">
      <w:pPr>
        <w:pStyle w:val="Listenabsatz"/>
        <w:numPr>
          <w:ilvl w:val="0"/>
          <w:numId w:val="30"/>
        </w:numPr>
        <w:spacing w:before="120" w:after="120" w:line="276" w:lineRule="auto"/>
        <w:ind w:hanging="357"/>
        <w:rPr>
          <w:rFonts w:ascii="Arial" w:hAnsi="Arial" w:cs="Arial"/>
          <w:highlight w:val="yellow"/>
        </w:rPr>
      </w:pPr>
      <w:r w:rsidRPr="009D5A01">
        <w:rPr>
          <w:rFonts w:ascii="Arial" w:hAnsi="Arial" w:cs="Arial"/>
          <w:highlight w:val="yellow"/>
        </w:rPr>
        <w:t>1 mSv im Kalenderjahr zu Ausbildungszwecken</w:t>
      </w:r>
    </w:p>
    <w:p w:rsidR="004D5AFB" w:rsidRPr="009D5A01" w:rsidRDefault="004D5AFB" w:rsidP="004D5AFB">
      <w:pPr>
        <w:pStyle w:val="Listenabsatz"/>
        <w:numPr>
          <w:ilvl w:val="0"/>
          <w:numId w:val="30"/>
        </w:numPr>
        <w:spacing w:before="120" w:after="120" w:line="276" w:lineRule="auto"/>
        <w:ind w:hanging="357"/>
        <w:rPr>
          <w:rFonts w:ascii="Arial" w:hAnsi="Arial" w:cs="Arial"/>
          <w:highlight w:val="yellow"/>
        </w:rPr>
      </w:pPr>
      <w:r w:rsidRPr="009D5A01">
        <w:rPr>
          <w:rFonts w:ascii="Arial" w:hAnsi="Arial" w:cs="Arial"/>
          <w:highlight w:val="yellow"/>
        </w:rPr>
        <w:t>15000 μSv je Einsatz, 0,1 Sv je Einsatz und Kalenderjahr, 0,25 Sv je Einsatz und Leben</w:t>
      </w:r>
    </w:p>
    <w:p w:rsidR="004D5AFB" w:rsidRPr="00E27751" w:rsidRDefault="004D5AFB" w:rsidP="004D5AFB">
      <w:pPr>
        <w:pStyle w:val="Listenabsatz"/>
        <w:numPr>
          <w:ilvl w:val="0"/>
          <w:numId w:val="30"/>
        </w:numPr>
        <w:spacing w:before="120" w:after="120" w:line="276" w:lineRule="auto"/>
        <w:ind w:hanging="357"/>
        <w:rPr>
          <w:rFonts w:ascii="Arial" w:hAnsi="Arial" w:cs="Arial"/>
        </w:rPr>
      </w:pPr>
      <w:r w:rsidRPr="00E27751">
        <w:rPr>
          <w:rFonts w:ascii="Arial" w:hAnsi="Arial" w:cs="Arial"/>
        </w:rPr>
        <w:t>150 μSv je Einsatz, 0,01 Sv je Einsatz und Kalenderjahr, 250 mSv je Einsatz und Leben</w:t>
      </w:r>
    </w:p>
    <w:p w:rsidR="004D5AFB" w:rsidRDefault="004D5AFB" w:rsidP="004D5AFB">
      <w:pPr>
        <w:pStyle w:val="Listenabsatz"/>
        <w:numPr>
          <w:ilvl w:val="0"/>
          <w:numId w:val="30"/>
        </w:numPr>
        <w:spacing w:before="120" w:after="120" w:line="276" w:lineRule="auto"/>
        <w:ind w:hanging="357"/>
        <w:rPr>
          <w:rFonts w:ascii="Arial" w:hAnsi="Arial" w:cs="Arial"/>
        </w:rPr>
      </w:pPr>
      <w:r w:rsidRPr="009D5A01">
        <w:rPr>
          <w:rFonts w:ascii="Arial" w:hAnsi="Arial" w:cs="Arial"/>
          <w:highlight w:val="yellow"/>
        </w:rPr>
        <w:t>15 mSv je Einsatz, 100 mSv je Einsatz und Kalenderjahr, 250 mSv je Einsatz und Leben</w:t>
      </w:r>
    </w:p>
    <w:p w:rsidR="00A2045B" w:rsidRPr="00A2045B" w:rsidRDefault="00A2045B" w:rsidP="00A2045B">
      <w:pPr>
        <w:spacing w:before="120" w:after="120" w:line="276" w:lineRule="auto"/>
        <w:rPr>
          <w:rFonts w:ascii="Arial" w:hAnsi="Arial" w:cs="Arial"/>
        </w:rPr>
      </w:pPr>
    </w:p>
    <w:p w:rsidR="004D5AFB" w:rsidRPr="00150BD2" w:rsidRDefault="004D5AFB" w:rsidP="004D5AFB">
      <w:pPr>
        <w:pStyle w:val="Listenabsatz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50BD2">
        <w:rPr>
          <w:rFonts w:ascii="Arial" w:hAnsi="Arial" w:cs="Arial"/>
        </w:rPr>
        <w:t>Die Körperschutz Form 1</w:t>
      </w:r>
    </w:p>
    <w:p w:rsidR="004D5AFB" w:rsidRPr="009D5A01" w:rsidRDefault="004D5AFB" w:rsidP="004D5AFB">
      <w:pPr>
        <w:pStyle w:val="Listenabsatz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  <w:r w:rsidRPr="009D5A01">
        <w:rPr>
          <w:rFonts w:ascii="Arial" w:hAnsi="Arial" w:cs="Arial"/>
          <w:highlight w:val="yellow"/>
        </w:rPr>
        <w:t>schützt vor Kontamination von festen Stoffen.</w:t>
      </w:r>
    </w:p>
    <w:p w:rsidR="004D5AFB" w:rsidRPr="009D5A01" w:rsidRDefault="004D5AFB" w:rsidP="004D5AFB">
      <w:pPr>
        <w:pStyle w:val="Listenabsatz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  <w:r w:rsidRPr="009D5A01">
        <w:rPr>
          <w:rFonts w:ascii="Arial" w:hAnsi="Arial" w:cs="Arial"/>
          <w:highlight w:val="yellow"/>
        </w:rPr>
        <w:t>stellt einen eingeschränkten Spritzschutz dar.</w:t>
      </w:r>
    </w:p>
    <w:p w:rsidR="004D5AFB" w:rsidRPr="009D5A01" w:rsidRDefault="004D5AFB" w:rsidP="004D5AFB">
      <w:pPr>
        <w:pStyle w:val="Listenabsatz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  <w:r w:rsidRPr="009D5A01">
        <w:rPr>
          <w:rFonts w:ascii="Arial" w:hAnsi="Arial" w:cs="Arial"/>
          <w:highlight w:val="yellow"/>
        </w:rPr>
        <w:t xml:space="preserve">ist weder flüssigkeits- noch </w:t>
      </w:r>
      <w:proofErr w:type="spellStart"/>
      <w:r w:rsidRPr="009D5A01">
        <w:rPr>
          <w:rFonts w:ascii="Arial" w:hAnsi="Arial" w:cs="Arial"/>
          <w:highlight w:val="yellow"/>
        </w:rPr>
        <w:t>gasdicht</w:t>
      </w:r>
      <w:proofErr w:type="spellEnd"/>
      <w:r w:rsidRPr="009D5A01">
        <w:rPr>
          <w:rFonts w:ascii="Arial" w:hAnsi="Arial" w:cs="Arial"/>
          <w:highlight w:val="yellow"/>
        </w:rPr>
        <w:t>.</w:t>
      </w:r>
    </w:p>
    <w:p w:rsidR="004D5AFB" w:rsidRDefault="004D5AFB" w:rsidP="004D5AFB">
      <w:pPr>
        <w:pStyle w:val="Listenabsatz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50BD2">
        <w:rPr>
          <w:rFonts w:ascii="Arial" w:hAnsi="Arial" w:cs="Arial"/>
        </w:rPr>
        <w:t>dient ausschließlich der Brandbekämpfung.</w:t>
      </w:r>
    </w:p>
    <w:p w:rsidR="00A2045B" w:rsidRPr="00A2045B" w:rsidRDefault="00A2045B" w:rsidP="00A204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2045B" w:rsidRDefault="00A2045B" w:rsidP="00A204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15C92" w:rsidRPr="00A2045B" w:rsidRDefault="00715C92" w:rsidP="00A204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D5AFB" w:rsidRPr="00150BD2" w:rsidRDefault="004D5AFB" w:rsidP="004D5AFB">
      <w:pPr>
        <w:pStyle w:val="Listenabsatz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50BD2">
        <w:rPr>
          <w:rFonts w:ascii="Arial" w:hAnsi="Arial" w:cs="Arial"/>
        </w:rPr>
        <w:t>Markieren Sie die zutreffende(n) Aussage(n) aus dem Bereich ‚Körperschutz’ gemäß FwDV 500!</w:t>
      </w:r>
    </w:p>
    <w:p w:rsidR="004D5AFB" w:rsidRPr="009D5A01" w:rsidRDefault="004D5AFB" w:rsidP="004D5AFB">
      <w:pPr>
        <w:pStyle w:val="Listenabsatz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  <w:r w:rsidRPr="009D5A01">
        <w:rPr>
          <w:rFonts w:ascii="Arial" w:hAnsi="Arial" w:cs="Arial"/>
          <w:highlight w:val="yellow"/>
        </w:rPr>
        <w:t>Kontaminierte Schutzkleidung stellt eine weitere Gefahr dar.</w:t>
      </w:r>
    </w:p>
    <w:p w:rsidR="004D5AFB" w:rsidRPr="009D5A01" w:rsidRDefault="004D5AFB" w:rsidP="004D5AFB">
      <w:pPr>
        <w:pStyle w:val="Listenabsatz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  <w:r w:rsidRPr="009D5A01">
        <w:rPr>
          <w:rFonts w:ascii="Arial" w:hAnsi="Arial" w:cs="Arial"/>
          <w:highlight w:val="yellow"/>
        </w:rPr>
        <w:t>Ein Schutz vor Inkorporation ist allein durch Schutzkleidung grundsätzlich nicht möglich.</w:t>
      </w:r>
    </w:p>
    <w:p w:rsidR="004D5AFB" w:rsidRPr="00150BD2" w:rsidRDefault="004D5AFB" w:rsidP="004D5AFB">
      <w:pPr>
        <w:pStyle w:val="Listenabsatz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50BD2">
        <w:rPr>
          <w:rFonts w:ascii="Arial" w:hAnsi="Arial" w:cs="Arial"/>
        </w:rPr>
        <w:t>Grundsätzlich kann bei der Verwendung von Schutzkleidung auf weiterführende Informationen (Beständigkeitsliste des Herstellers) verzichtet werden.</w:t>
      </w:r>
    </w:p>
    <w:p w:rsidR="004D5AFB" w:rsidRDefault="004D5AFB" w:rsidP="004D5AFB">
      <w:pPr>
        <w:pStyle w:val="Listenabsatz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  <w:r w:rsidRPr="009D5A01">
        <w:rPr>
          <w:rFonts w:ascii="Arial" w:hAnsi="Arial" w:cs="Arial"/>
          <w:highlight w:val="yellow"/>
        </w:rPr>
        <w:t>Bei tiefkalten Stoffen, wie bspw. Ammoniak, sind geeignete Maßnahmen gegen Erfrierungen zu treffen.</w:t>
      </w:r>
    </w:p>
    <w:p w:rsidR="00A2045B" w:rsidRDefault="00A2045B" w:rsidP="00A204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</w:p>
    <w:p w:rsidR="00A2045B" w:rsidRPr="00A2045B" w:rsidRDefault="00A2045B" w:rsidP="00A204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</w:p>
    <w:p w:rsidR="00715C92" w:rsidRDefault="00715C9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15C92" w:rsidRPr="00E27751" w:rsidRDefault="00715C92" w:rsidP="00715C92">
      <w:pPr>
        <w:spacing w:line="276" w:lineRule="auto"/>
        <w:rPr>
          <w:rFonts w:ascii="Arial" w:hAnsi="Arial" w:cs="Arial"/>
        </w:rPr>
      </w:pPr>
      <w:r w:rsidRPr="00E27751">
        <w:rPr>
          <w:rFonts w:ascii="Arial" w:hAnsi="Arial" w:cs="Arial"/>
        </w:rPr>
        <w:lastRenderedPageBreak/>
        <w:t>Prüfungsfragen ABC-Einsatz I u. II</w:t>
      </w:r>
    </w:p>
    <w:p w:rsidR="00715C92" w:rsidRPr="00715C92" w:rsidRDefault="00715C92" w:rsidP="00715C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D5AFB" w:rsidRPr="00150BD2" w:rsidRDefault="004D5AFB" w:rsidP="004D5AFB">
      <w:pPr>
        <w:pStyle w:val="Listenabsatz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50BD2">
        <w:rPr>
          <w:rFonts w:ascii="Arial" w:hAnsi="Arial" w:cs="Arial"/>
        </w:rPr>
        <w:t>Bei einem Ex-Messgerätes erfolgt die hörbare und sichtbare Warnung</w:t>
      </w:r>
    </w:p>
    <w:p w:rsidR="004D5AFB" w:rsidRPr="009D5A01" w:rsidRDefault="004D5AFB" w:rsidP="004D5AFB">
      <w:pPr>
        <w:pStyle w:val="Listenabsatz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  <w:r w:rsidRPr="009D5A01">
        <w:rPr>
          <w:rFonts w:ascii="Arial" w:hAnsi="Arial" w:cs="Arial"/>
          <w:highlight w:val="yellow"/>
        </w:rPr>
        <w:t>unterhalb der unteren Explosionsgrenze (UEG).</w:t>
      </w:r>
    </w:p>
    <w:p w:rsidR="004D5AFB" w:rsidRPr="00150BD2" w:rsidRDefault="004D5AFB" w:rsidP="004D5AFB">
      <w:pPr>
        <w:pStyle w:val="Listenabsatz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50BD2">
        <w:rPr>
          <w:rFonts w:ascii="Arial" w:hAnsi="Arial" w:cs="Arial"/>
        </w:rPr>
        <w:t>bei Erreichen der unteren Explosionsgrenze (UEG).</w:t>
      </w:r>
    </w:p>
    <w:p w:rsidR="004D5AFB" w:rsidRPr="00150BD2" w:rsidRDefault="004D5AFB" w:rsidP="004D5AFB">
      <w:pPr>
        <w:pStyle w:val="Listenabsatz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50BD2">
        <w:rPr>
          <w:rFonts w:ascii="Arial" w:hAnsi="Arial" w:cs="Arial"/>
        </w:rPr>
        <w:t>erst innerhalb des Explosionsbereiches.</w:t>
      </w:r>
    </w:p>
    <w:p w:rsidR="004D5AFB" w:rsidRPr="00150BD2" w:rsidRDefault="004D5AFB" w:rsidP="004D5AFB">
      <w:pPr>
        <w:pStyle w:val="Listenabsatz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50BD2">
        <w:rPr>
          <w:rFonts w:ascii="Arial" w:hAnsi="Arial" w:cs="Arial"/>
        </w:rPr>
        <w:t>erst bei Überschreiten der oberen Explosionsgrenze (OEG).</w:t>
      </w:r>
    </w:p>
    <w:p w:rsidR="00A2045B" w:rsidRDefault="00A2045B" w:rsidP="00A2045B">
      <w:pPr>
        <w:pStyle w:val="Listenabsatz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2045B" w:rsidRDefault="00A2045B" w:rsidP="00A2045B">
      <w:pPr>
        <w:pStyle w:val="Listenabsatz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2045B" w:rsidRDefault="00A2045B" w:rsidP="00A2045B">
      <w:pPr>
        <w:pStyle w:val="Listenabsatz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D5AFB" w:rsidRPr="00150BD2" w:rsidRDefault="004D5AFB" w:rsidP="004D5AFB">
      <w:pPr>
        <w:pStyle w:val="Listenabsatz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50BD2">
        <w:rPr>
          <w:rFonts w:ascii="Arial" w:hAnsi="Arial" w:cs="Arial"/>
        </w:rPr>
        <w:t>Welche akute Gefahr(en) kann/können von auslaufenden unbekannten Stoffen ausgehen und wie kann/können diese nachgewiesen werden?</w:t>
      </w:r>
    </w:p>
    <w:p w:rsidR="004D5AFB" w:rsidRPr="00150BD2" w:rsidRDefault="004D5AFB" w:rsidP="004D5AFB">
      <w:pPr>
        <w:pStyle w:val="Listenabsatz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50BD2">
        <w:rPr>
          <w:rFonts w:ascii="Arial" w:hAnsi="Arial" w:cs="Arial"/>
        </w:rPr>
        <w:t>Brandfördernde Eigenschaften - nachweisbar mit Ozonstreifen</w:t>
      </w:r>
    </w:p>
    <w:p w:rsidR="004D5AFB" w:rsidRPr="009D5A01" w:rsidRDefault="004D5AFB" w:rsidP="004D5AFB">
      <w:pPr>
        <w:pStyle w:val="Listenabsatz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  <w:r w:rsidRPr="009D5A01">
        <w:rPr>
          <w:rFonts w:ascii="Arial" w:hAnsi="Arial" w:cs="Arial"/>
          <w:highlight w:val="yellow"/>
        </w:rPr>
        <w:t>Brand- und Explosionsgefahr - nachweisbar mit Explosionsmessgerät</w:t>
      </w:r>
    </w:p>
    <w:p w:rsidR="004D5AFB" w:rsidRPr="00150BD2" w:rsidRDefault="004D5AFB" w:rsidP="004D5AFB">
      <w:pPr>
        <w:pStyle w:val="Listenabsatz"/>
        <w:numPr>
          <w:ilvl w:val="1"/>
          <w:numId w:val="31"/>
        </w:num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</w:rPr>
      </w:pPr>
      <w:r w:rsidRPr="00150BD2">
        <w:rPr>
          <w:rFonts w:ascii="Arial" w:hAnsi="Arial" w:cs="Arial"/>
        </w:rPr>
        <w:t xml:space="preserve">brandfördernde Eigenschaften - nachweisbar durch Test nach </w:t>
      </w:r>
      <w:proofErr w:type="spellStart"/>
      <w:r w:rsidRPr="00150BD2">
        <w:rPr>
          <w:rFonts w:ascii="Arial" w:hAnsi="Arial" w:cs="Arial"/>
        </w:rPr>
        <w:t>vfdb-Richtline</w:t>
      </w:r>
      <w:proofErr w:type="spellEnd"/>
      <w:r w:rsidRPr="00150BD2">
        <w:rPr>
          <w:rFonts w:ascii="Arial" w:hAnsi="Arial" w:cs="Arial"/>
        </w:rPr>
        <w:t xml:space="preserve"> 14811: 2008-01</w:t>
      </w:r>
    </w:p>
    <w:p w:rsidR="004D5AFB" w:rsidRDefault="004D5AFB" w:rsidP="004D5AFB">
      <w:pPr>
        <w:pStyle w:val="Listenabsatz"/>
        <w:numPr>
          <w:ilvl w:val="1"/>
          <w:numId w:val="31"/>
        </w:num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highlight w:val="yellow"/>
        </w:rPr>
      </w:pPr>
      <w:r w:rsidRPr="009D5A01">
        <w:rPr>
          <w:rFonts w:ascii="Arial" w:hAnsi="Arial" w:cs="Arial"/>
          <w:highlight w:val="yellow"/>
        </w:rPr>
        <w:t>Ätzende Eigenschaft - nachweisbar mit Indikatorpapier</w:t>
      </w:r>
    </w:p>
    <w:p w:rsidR="00A2045B" w:rsidRPr="00A2045B" w:rsidRDefault="00A2045B" w:rsidP="00A2045B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highlight w:val="yellow"/>
        </w:rPr>
      </w:pPr>
    </w:p>
    <w:p w:rsidR="004D5AFB" w:rsidRDefault="004D5AFB" w:rsidP="004D5AFB">
      <w:pPr>
        <w:pStyle w:val="Listenabsatz"/>
        <w:numPr>
          <w:ilvl w:val="0"/>
          <w:numId w:val="27"/>
        </w:num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</w:rPr>
      </w:pPr>
      <w:r w:rsidRPr="009D5A01">
        <w:rPr>
          <w:rFonts w:ascii="Arial" w:hAnsi="Arial" w:cs="Arial"/>
        </w:rPr>
        <w:t xml:space="preserve"> Was wird beim Auslösen eines EX-Messgerätes in dessen Display angezeigt?</w:t>
      </w:r>
    </w:p>
    <w:p w:rsidR="004D5AFB" w:rsidRPr="009D5A01" w:rsidRDefault="004D5AFB" w:rsidP="004D5AFB">
      <w:pPr>
        <w:pStyle w:val="Listenabsatz"/>
        <w:numPr>
          <w:ilvl w:val="1"/>
          <w:numId w:val="27"/>
        </w:num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</w:rPr>
      </w:pPr>
      <w:r w:rsidRPr="009D5A01">
        <w:rPr>
          <w:rFonts w:ascii="Arial" w:hAnsi="Arial" w:cs="Arial"/>
        </w:rPr>
        <w:t xml:space="preserve">Prozente der </w:t>
      </w:r>
      <w:r>
        <w:rPr>
          <w:rFonts w:ascii="Arial" w:hAnsi="Arial" w:cs="Arial"/>
        </w:rPr>
        <w:t>Kilowattzahl vom Gefahrstoff</w:t>
      </w:r>
    </w:p>
    <w:p w:rsidR="004D5AFB" w:rsidRPr="009D5A01" w:rsidRDefault="004D5AFB" w:rsidP="004D5AFB">
      <w:pPr>
        <w:pStyle w:val="Listenabsatz"/>
        <w:numPr>
          <w:ilvl w:val="1"/>
          <w:numId w:val="27"/>
        </w:num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highlight w:val="yellow"/>
        </w:rPr>
      </w:pPr>
      <w:r w:rsidRPr="009D5A01">
        <w:rPr>
          <w:rFonts w:ascii="Arial" w:hAnsi="Arial" w:cs="Arial"/>
          <w:highlight w:val="yellow"/>
        </w:rPr>
        <w:t>Der prozentuale Anteil</w:t>
      </w:r>
      <w:r>
        <w:rPr>
          <w:rFonts w:ascii="Arial" w:hAnsi="Arial" w:cs="Arial"/>
          <w:highlight w:val="yellow"/>
        </w:rPr>
        <w:t xml:space="preserve"> einer explosiven Atmosphäre</w:t>
      </w:r>
    </w:p>
    <w:p w:rsidR="004D5AFB" w:rsidRPr="009D5A01" w:rsidRDefault="004D5AFB" w:rsidP="004D5AFB">
      <w:pPr>
        <w:pStyle w:val="Listenabsatz"/>
        <w:numPr>
          <w:ilvl w:val="1"/>
          <w:numId w:val="27"/>
        </w:num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</w:rPr>
      </w:pPr>
      <w:r w:rsidRPr="009D5A01">
        <w:rPr>
          <w:rFonts w:ascii="Arial" w:hAnsi="Arial" w:cs="Arial"/>
        </w:rPr>
        <w:t>Ein Mengenwert zum ausgetreten</w:t>
      </w:r>
      <w:r>
        <w:rPr>
          <w:rFonts w:ascii="Arial" w:hAnsi="Arial" w:cs="Arial"/>
        </w:rPr>
        <w:t>en Gefahrstoff</w:t>
      </w:r>
    </w:p>
    <w:p w:rsidR="004D5AFB" w:rsidRDefault="004D5AFB" w:rsidP="004D5AFB">
      <w:pPr>
        <w:pStyle w:val="Listenabsatz"/>
        <w:numPr>
          <w:ilvl w:val="1"/>
          <w:numId w:val="27"/>
        </w:num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highlight w:val="yellow"/>
        </w:rPr>
      </w:pPr>
      <w:r w:rsidRPr="009D5A01">
        <w:rPr>
          <w:rFonts w:ascii="Arial" w:hAnsi="Arial" w:cs="Arial"/>
          <w:highlight w:val="yellow"/>
        </w:rPr>
        <w:t xml:space="preserve">Eine Alarmschwelle 1 und 2 </w:t>
      </w:r>
      <w:r>
        <w:rPr>
          <w:rFonts w:ascii="Arial" w:hAnsi="Arial" w:cs="Arial"/>
          <w:highlight w:val="yellow"/>
        </w:rPr>
        <w:t>zur unteren Explosionsgrenze</w:t>
      </w:r>
    </w:p>
    <w:p w:rsidR="00A2045B" w:rsidRPr="00A2045B" w:rsidRDefault="00A2045B" w:rsidP="00A2045B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highlight w:val="yellow"/>
        </w:rPr>
      </w:pPr>
    </w:p>
    <w:p w:rsidR="004D5AFB" w:rsidRDefault="004D5AFB" w:rsidP="004D5AFB">
      <w:pPr>
        <w:pStyle w:val="Listenabsatz"/>
        <w:numPr>
          <w:ilvl w:val="0"/>
          <w:numId w:val="27"/>
        </w:num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</w:rPr>
      </w:pPr>
      <w:r w:rsidRPr="009D5A01">
        <w:rPr>
          <w:rFonts w:ascii="Arial" w:hAnsi="Arial" w:cs="Arial"/>
        </w:rPr>
        <w:t>Welche Dekontaminationsstelle für Personen ist im ABC-Einsatz gemäß der FwDV 500 vorgesehen?</w:t>
      </w:r>
    </w:p>
    <w:p w:rsidR="004D5AFB" w:rsidRPr="009D5A01" w:rsidRDefault="004D5AFB" w:rsidP="004D5AFB">
      <w:pPr>
        <w:pStyle w:val="Listenabsatz"/>
        <w:numPr>
          <w:ilvl w:val="1"/>
          <w:numId w:val="27"/>
        </w:num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</w:rPr>
      </w:pPr>
      <w:r w:rsidRPr="009D5A01">
        <w:rPr>
          <w:rFonts w:ascii="Arial" w:hAnsi="Arial" w:cs="Arial"/>
        </w:rPr>
        <w:t xml:space="preserve">Es ist </w:t>
      </w:r>
      <w:r>
        <w:rPr>
          <w:rFonts w:ascii="Arial" w:hAnsi="Arial" w:cs="Arial"/>
        </w:rPr>
        <w:t>keine DEKON-Stelle definiert</w:t>
      </w:r>
    </w:p>
    <w:p w:rsidR="004D5AFB" w:rsidRPr="00900234" w:rsidRDefault="004D5AFB" w:rsidP="004D5AFB">
      <w:pPr>
        <w:pStyle w:val="Listenabsatz"/>
        <w:numPr>
          <w:ilvl w:val="1"/>
          <w:numId w:val="27"/>
        </w:num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highlight w:val="yellow"/>
        </w:rPr>
      </w:pPr>
      <w:r w:rsidRPr="00900234">
        <w:rPr>
          <w:rFonts w:ascii="Arial" w:hAnsi="Arial" w:cs="Arial"/>
          <w:highlight w:val="yellow"/>
        </w:rPr>
        <w:t>Die Einrichtung und d</w:t>
      </w:r>
      <w:r>
        <w:rPr>
          <w:rFonts w:ascii="Arial" w:hAnsi="Arial" w:cs="Arial"/>
          <w:highlight w:val="yellow"/>
        </w:rPr>
        <w:t>as Betreiben einer NOT-DEKON</w:t>
      </w:r>
    </w:p>
    <w:p w:rsidR="004D5AFB" w:rsidRPr="00900234" w:rsidRDefault="004D5AFB" w:rsidP="004D5AFB">
      <w:pPr>
        <w:pStyle w:val="Listenabsatz"/>
        <w:numPr>
          <w:ilvl w:val="1"/>
          <w:numId w:val="27"/>
        </w:num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highlight w:val="yellow"/>
        </w:rPr>
      </w:pPr>
      <w:r w:rsidRPr="00900234">
        <w:rPr>
          <w:rFonts w:ascii="Arial" w:hAnsi="Arial" w:cs="Arial"/>
          <w:highlight w:val="yellow"/>
        </w:rPr>
        <w:t>Das Betreiben einer DE</w:t>
      </w:r>
      <w:r>
        <w:rPr>
          <w:rFonts w:ascii="Arial" w:hAnsi="Arial" w:cs="Arial"/>
          <w:highlight w:val="yellow"/>
        </w:rPr>
        <w:t>KON-Stelle mit einem DEKON-P</w:t>
      </w:r>
    </w:p>
    <w:p w:rsidR="004D5AFB" w:rsidRDefault="004D5AFB" w:rsidP="004D5AFB">
      <w:pPr>
        <w:pStyle w:val="Listenabsatz"/>
        <w:numPr>
          <w:ilvl w:val="1"/>
          <w:numId w:val="27"/>
        </w:num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highlight w:val="yellow"/>
        </w:rPr>
      </w:pPr>
      <w:r w:rsidRPr="00900234">
        <w:rPr>
          <w:rFonts w:ascii="Arial" w:hAnsi="Arial" w:cs="Arial"/>
          <w:highlight w:val="yellow"/>
        </w:rPr>
        <w:t>Der Aufbau und das Be</w:t>
      </w:r>
      <w:r>
        <w:rPr>
          <w:rFonts w:ascii="Arial" w:hAnsi="Arial" w:cs="Arial"/>
          <w:highlight w:val="yellow"/>
        </w:rPr>
        <w:t>treiben einer Standard-DEKON</w:t>
      </w:r>
    </w:p>
    <w:p w:rsidR="00A2045B" w:rsidRPr="00A2045B" w:rsidRDefault="00A2045B" w:rsidP="00A2045B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highlight w:val="yellow"/>
        </w:rPr>
      </w:pPr>
    </w:p>
    <w:p w:rsidR="004D5AFB" w:rsidRDefault="004D5AFB" w:rsidP="004D5AFB">
      <w:pPr>
        <w:pStyle w:val="Listenabsatz"/>
        <w:numPr>
          <w:ilvl w:val="0"/>
          <w:numId w:val="27"/>
        </w:num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</w:rPr>
      </w:pPr>
      <w:r w:rsidRPr="00900234">
        <w:rPr>
          <w:rFonts w:ascii="Arial" w:hAnsi="Arial" w:cs="Arial"/>
        </w:rPr>
        <w:t>Welche Maßnahme/n verhindern eine Ausbreitung von Gefahrstoffen?</w:t>
      </w:r>
    </w:p>
    <w:p w:rsidR="004D5AFB" w:rsidRDefault="004D5AFB" w:rsidP="004D5AFB">
      <w:pPr>
        <w:pStyle w:val="Listenabsatz"/>
        <w:numPr>
          <w:ilvl w:val="1"/>
          <w:numId w:val="27"/>
        </w:num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>Keine besonderen Maßnahmen</w:t>
      </w:r>
    </w:p>
    <w:p w:rsidR="004D5AFB" w:rsidRPr="00900234" w:rsidRDefault="004D5AFB" w:rsidP="004D5AFB">
      <w:pPr>
        <w:pStyle w:val="Listenabsatz"/>
        <w:numPr>
          <w:ilvl w:val="1"/>
          <w:numId w:val="27"/>
        </w:num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highlight w:val="yellow"/>
        </w:rPr>
      </w:pPr>
      <w:r w:rsidRPr="00900234">
        <w:rPr>
          <w:rFonts w:ascii="Arial" w:hAnsi="Arial" w:cs="Arial"/>
          <w:highlight w:val="yellow"/>
        </w:rPr>
        <w:t>Das Verschließen von Türen in den Räumen, wo sich Bio-Erreger befinden</w:t>
      </w:r>
    </w:p>
    <w:p w:rsidR="004D5AFB" w:rsidRPr="00900234" w:rsidRDefault="004D5AFB" w:rsidP="004D5AFB">
      <w:pPr>
        <w:pStyle w:val="Listenabsatz"/>
        <w:numPr>
          <w:ilvl w:val="1"/>
          <w:numId w:val="27"/>
        </w:num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highlight w:val="yellow"/>
        </w:rPr>
      </w:pPr>
      <w:r w:rsidRPr="00900234">
        <w:rPr>
          <w:rFonts w:ascii="Arial" w:hAnsi="Arial" w:cs="Arial"/>
          <w:highlight w:val="yellow"/>
        </w:rPr>
        <w:t>Ein mögliches Verschließen eines Behä</w:t>
      </w:r>
      <w:r>
        <w:rPr>
          <w:rFonts w:ascii="Arial" w:hAnsi="Arial" w:cs="Arial"/>
          <w:highlight w:val="yellow"/>
        </w:rPr>
        <w:t>lters mit Keimen oder Viren</w:t>
      </w:r>
    </w:p>
    <w:p w:rsidR="004D5AFB" w:rsidRDefault="004D5AFB" w:rsidP="004D5AFB">
      <w:pPr>
        <w:pStyle w:val="Listenabsatz"/>
        <w:numPr>
          <w:ilvl w:val="1"/>
          <w:numId w:val="27"/>
        </w:num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highlight w:val="yellow"/>
        </w:rPr>
      </w:pPr>
      <w:r w:rsidRPr="00900234">
        <w:rPr>
          <w:rFonts w:ascii="Arial" w:hAnsi="Arial" w:cs="Arial"/>
          <w:highlight w:val="yellow"/>
        </w:rPr>
        <w:t>Das Abdecken von Biogefahren mit Kunststofffolien</w:t>
      </w:r>
    </w:p>
    <w:p w:rsidR="004D5AFB" w:rsidRPr="00A2045B" w:rsidRDefault="004D5AFB" w:rsidP="00A2045B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highlight w:val="yellow"/>
        </w:rPr>
      </w:pPr>
    </w:p>
    <w:p w:rsidR="004D5AFB" w:rsidRDefault="004D5AFB" w:rsidP="004D5AFB">
      <w:pPr>
        <w:pStyle w:val="Listenabsatz"/>
        <w:numPr>
          <w:ilvl w:val="0"/>
          <w:numId w:val="27"/>
        </w:num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</w:rPr>
      </w:pPr>
      <w:r w:rsidRPr="00900234">
        <w:rPr>
          <w:rFonts w:ascii="Arial" w:hAnsi="Arial" w:cs="Arial"/>
        </w:rPr>
        <w:t>Was ist bei der Durchführung einer Desinfektion zu beachten?</w:t>
      </w:r>
    </w:p>
    <w:p w:rsidR="004D5AFB" w:rsidRDefault="004D5AFB" w:rsidP="004D5AFB">
      <w:pPr>
        <w:pStyle w:val="Listenabsatz"/>
        <w:numPr>
          <w:ilvl w:val="1"/>
          <w:numId w:val="27"/>
        </w:num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</w:rPr>
      </w:pPr>
      <w:r w:rsidRPr="00900234">
        <w:rPr>
          <w:rFonts w:ascii="Arial" w:hAnsi="Arial" w:cs="Arial"/>
        </w:rPr>
        <w:t xml:space="preserve">Das vor dem desinfizieren die </w:t>
      </w:r>
      <w:r>
        <w:rPr>
          <w:rFonts w:ascii="Arial" w:hAnsi="Arial" w:cs="Arial"/>
        </w:rPr>
        <w:t>Schutzkleidung abzulegen ist</w:t>
      </w:r>
    </w:p>
    <w:p w:rsidR="004D5AFB" w:rsidRPr="00900234" w:rsidRDefault="004D5AFB" w:rsidP="004D5AFB">
      <w:pPr>
        <w:pStyle w:val="Listenabsatz"/>
        <w:numPr>
          <w:ilvl w:val="1"/>
          <w:numId w:val="27"/>
        </w:num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highlight w:val="yellow"/>
        </w:rPr>
      </w:pPr>
      <w:r w:rsidRPr="00900234">
        <w:rPr>
          <w:rFonts w:ascii="Arial" w:hAnsi="Arial" w:cs="Arial"/>
          <w:highlight w:val="yellow"/>
        </w:rPr>
        <w:t>Das eine Einwirkzeit des Desinfektionsmittels eingehalten wi</w:t>
      </w:r>
      <w:r>
        <w:rPr>
          <w:rFonts w:ascii="Arial" w:hAnsi="Arial" w:cs="Arial"/>
          <w:highlight w:val="yellow"/>
        </w:rPr>
        <w:t>rd</w:t>
      </w:r>
    </w:p>
    <w:p w:rsidR="004D5AFB" w:rsidRPr="00900234" w:rsidRDefault="004D5AFB" w:rsidP="004D5AFB">
      <w:pPr>
        <w:pStyle w:val="Listenabsatz"/>
        <w:numPr>
          <w:ilvl w:val="1"/>
          <w:numId w:val="27"/>
        </w:num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</w:rPr>
      </w:pPr>
      <w:r w:rsidRPr="00900234">
        <w:rPr>
          <w:rFonts w:ascii="Arial" w:hAnsi="Arial" w:cs="Arial"/>
        </w:rPr>
        <w:t>Es muss nur eine Stiefelreinigung u</w:t>
      </w:r>
      <w:r>
        <w:rPr>
          <w:rFonts w:ascii="Arial" w:hAnsi="Arial" w:cs="Arial"/>
        </w:rPr>
        <w:t>nd Handdesinfektion erfolgen</w:t>
      </w:r>
    </w:p>
    <w:p w:rsidR="004D5AFB" w:rsidRDefault="004D5AFB" w:rsidP="004D5AFB">
      <w:pPr>
        <w:pStyle w:val="Listenabsatz"/>
        <w:numPr>
          <w:ilvl w:val="1"/>
          <w:numId w:val="27"/>
        </w:num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highlight w:val="yellow"/>
        </w:rPr>
      </w:pPr>
      <w:r w:rsidRPr="00900234">
        <w:rPr>
          <w:rFonts w:ascii="Arial" w:hAnsi="Arial" w:cs="Arial"/>
          <w:highlight w:val="yellow"/>
        </w:rPr>
        <w:t xml:space="preserve">Das Desinfektionsmittel soll durch mechanisches einarbeiten </w:t>
      </w:r>
      <w:r>
        <w:rPr>
          <w:rFonts w:ascii="Arial" w:hAnsi="Arial" w:cs="Arial"/>
          <w:highlight w:val="yellow"/>
        </w:rPr>
        <w:t>auf der Oberfläche einwirken</w:t>
      </w:r>
    </w:p>
    <w:p w:rsidR="00A2045B" w:rsidRPr="00A2045B" w:rsidRDefault="00A2045B" w:rsidP="00A2045B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highlight w:val="yellow"/>
        </w:rPr>
      </w:pPr>
    </w:p>
    <w:p w:rsidR="00715C92" w:rsidRPr="00E27751" w:rsidRDefault="00715C92" w:rsidP="00715C92">
      <w:pPr>
        <w:spacing w:line="276" w:lineRule="auto"/>
        <w:rPr>
          <w:rFonts w:ascii="Arial" w:hAnsi="Arial" w:cs="Arial"/>
        </w:rPr>
      </w:pPr>
      <w:r w:rsidRPr="00E27751">
        <w:rPr>
          <w:rFonts w:ascii="Arial" w:hAnsi="Arial" w:cs="Arial"/>
        </w:rPr>
        <w:lastRenderedPageBreak/>
        <w:t>Prüfungsfragen ABC-Einsatz I u. II</w:t>
      </w:r>
    </w:p>
    <w:p w:rsidR="00715C92" w:rsidRPr="00715C92" w:rsidRDefault="00715C92" w:rsidP="00715C92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</w:rPr>
      </w:pPr>
    </w:p>
    <w:p w:rsidR="004D5AFB" w:rsidRDefault="004D5AFB" w:rsidP="004D5AFB">
      <w:pPr>
        <w:pStyle w:val="Listenabsatz"/>
        <w:numPr>
          <w:ilvl w:val="0"/>
          <w:numId w:val="27"/>
        </w:num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</w:rPr>
      </w:pPr>
      <w:r w:rsidRPr="00900234">
        <w:rPr>
          <w:rFonts w:ascii="Arial" w:hAnsi="Arial" w:cs="Arial"/>
        </w:rPr>
        <w:t>Was ist bei der Herstellung einer Desinfektionslösung zu beachten?</w:t>
      </w:r>
    </w:p>
    <w:p w:rsidR="004D5AFB" w:rsidRDefault="004D5AFB" w:rsidP="004D5AFB">
      <w:pPr>
        <w:pStyle w:val="Listenabsatz"/>
        <w:numPr>
          <w:ilvl w:val="1"/>
          <w:numId w:val="27"/>
        </w:num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</w:rPr>
      </w:pPr>
      <w:r w:rsidRPr="00900234">
        <w:rPr>
          <w:rFonts w:ascii="Arial" w:hAnsi="Arial" w:cs="Arial"/>
        </w:rPr>
        <w:t>Keine bes</w:t>
      </w:r>
      <w:r>
        <w:rPr>
          <w:rFonts w:ascii="Arial" w:hAnsi="Arial" w:cs="Arial"/>
        </w:rPr>
        <w:t>ondere Beachtung</w:t>
      </w:r>
    </w:p>
    <w:p w:rsidR="004D5AFB" w:rsidRPr="00900234" w:rsidRDefault="004D5AFB" w:rsidP="004D5AFB">
      <w:pPr>
        <w:pStyle w:val="Listenabsatz"/>
        <w:numPr>
          <w:ilvl w:val="1"/>
          <w:numId w:val="27"/>
        </w:num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highlight w:val="yellow"/>
        </w:rPr>
      </w:pPr>
      <w:r w:rsidRPr="00900234">
        <w:rPr>
          <w:rFonts w:ascii="Arial" w:hAnsi="Arial" w:cs="Arial"/>
          <w:highlight w:val="yellow"/>
        </w:rPr>
        <w:t>Die Herstellung einer Desinfektionslösung nur mit ange</w:t>
      </w:r>
      <w:r>
        <w:rPr>
          <w:rFonts w:ascii="Arial" w:hAnsi="Arial" w:cs="Arial"/>
          <w:highlight w:val="yellow"/>
        </w:rPr>
        <w:t>messener Schutzkleidung erfolgt</w:t>
      </w:r>
    </w:p>
    <w:p w:rsidR="004D5AFB" w:rsidRPr="00900234" w:rsidRDefault="004D5AFB" w:rsidP="004D5AFB">
      <w:pPr>
        <w:pStyle w:val="Listenabsatz"/>
        <w:numPr>
          <w:ilvl w:val="1"/>
          <w:numId w:val="27"/>
        </w:num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</w:rPr>
      </w:pPr>
      <w:r w:rsidRPr="00900234">
        <w:rPr>
          <w:rFonts w:ascii="Arial" w:hAnsi="Arial" w:cs="Arial"/>
        </w:rPr>
        <w:t>Jede Desinfektionslö</w:t>
      </w:r>
      <w:r>
        <w:rPr>
          <w:rFonts w:ascii="Arial" w:hAnsi="Arial" w:cs="Arial"/>
        </w:rPr>
        <w:t>sung die gleiche Wirkung hat</w:t>
      </w:r>
    </w:p>
    <w:p w:rsidR="004D5AFB" w:rsidRDefault="004D5AFB" w:rsidP="004D5AFB">
      <w:pPr>
        <w:pStyle w:val="Listenabsatz"/>
        <w:numPr>
          <w:ilvl w:val="1"/>
          <w:numId w:val="27"/>
        </w:num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highlight w:val="yellow"/>
        </w:rPr>
      </w:pPr>
      <w:r w:rsidRPr="00900234">
        <w:rPr>
          <w:rFonts w:ascii="Arial" w:hAnsi="Arial" w:cs="Arial"/>
          <w:highlight w:val="yellow"/>
        </w:rPr>
        <w:t>Die Konzentration der Desinfektionslösung ihrem</w:t>
      </w:r>
      <w:r>
        <w:rPr>
          <w:rFonts w:ascii="Arial" w:hAnsi="Arial" w:cs="Arial"/>
          <w:highlight w:val="yellow"/>
        </w:rPr>
        <w:t xml:space="preserve"> Verwendungszweck entspricht</w:t>
      </w:r>
    </w:p>
    <w:p w:rsidR="00A2045B" w:rsidRPr="00A2045B" w:rsidRDefault="00A2045B" w:rsidP="00A2045B">
      <w:pPr>
        <w:autoSpaceDE w:val="0"/>
        <w:autoSpaceDN w:val="0"/>
        <w:adjustRightInd w:val="0"/>
        <w:spacing w:before="120" w:after="120" w:line="276" w:lineRule="auto"/>
        <w:ind w:left="360"/>
        <w:rPr>
          <w:rFonts w:ascii="Arial" w:hAnsi="Arial" w:cs="Arial"/>
        </w:rPr>
      </w:pPr>
      <w:bookmarkStart w:id="0" w:name="_GoBack"/>
      <w:bookmarkEnd w:id="0"/>
    </w:p>
    <w:p w:rsidR="004D5AFB" w:rsidRDefault="004D5AFB" w:rsidP="004D5AFB">
      <w:pPr>
        <w:pStyle w:val="Listenabsatz"/>
        <w:numPr>
          <w:ilvl w:val="0"/>
          <w:numId w:val="27"/>
        </w:num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</w:rPr>
      </w:pPr>
      <w:r w:rsidRPr="00900234">
        <w:rPr>
          <w:rFonts w:ascii="Arial" w:hAnsi="Arial" w:cs="Arial"/>
        </w:rPr>
        <w:t>Welche zusätzliche Schutzkleidung ist im Allgemeinen für einen B-Einsatz vorgesehen?</w:t>
      </w:r>
    </w:p>
    <w:p w:rsidR="004D5AFB" w:rsidRPr="0046041A" w:rsidRDefault="004D5AFB" w:rsidP="004D5AFB">
      <w:pPr>
        <w:pStyle w:val="Listenabsatz"/>
        <w:numPr>
          <w:ilvl w:val="1"/>
          <w:numId w:val="27"/>
        </w:num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highlight w:val="yellow"/>
        </w:rPr>
      </w:pPr>
      <w:r w:rsidRPr="0046041A">
        <w:rPr>
          <w:rFonts w:ascii="Arial" w:hAnsi="Arial" w:cs="Arial"/>
          <w:highlight w:val="yellow"/>
        </w:rPr>
        <w:t>Der flüssigke</w:t>
      </w:r>
      <w:r>
        <w:rPr>
          <w:rFonts w:ascii="Arial" w:hAnsi="Arial" w:cs="Arial"/>
          <w:highlight w:val="yellow"/>
        </w:rPr>
        <w:t>itsdichter Schutzanzug (BIO)</w:t>
      </w:r>
    </w:p>
    <w:p w:rsidR="004D5AFB" w:rsidRPr="0046041A" w:rsidRDefault="004D5AFB" w:rsidP="004D5AFB">
      <w:pPr>
        <w:pStyle w:val="Listenabsatz"/>
        <w:numPr>
          <w:ilvl w:val="1"/>
          <w:numId w:val="27"/>
        </w:num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t>Die Körperschutzform 1</w:t>
      </w:r>
    </w:p>
    <w:p w:rsidR="004D5AFB" w:rsidRPr="00900234" w:rsidRDefault="004D5AFB" w:rsidP="004D5AFB">
      <w:pPr>
        <w:pStyle w:val="Listenabsatz"/>
        <w:numPr>
          <w:ilvl w:val="1"/>
          <w:numId w:val="27"/>
        </w:num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</w:rPr>
      </w:pPr>
      <w:r w:rsidRPr="00900234">
        <w:rPr>
          <w:rFonts w:ascii="Arial" w:hAnsi="Arial" w:cs="Arial"/>
        </w:rPr>
        <w:t>Nur ein Spezialanzug d</w:t>
      </w:r>
      <w:r>
        <w:rPr>
          <w:rFonts w:ascii="Arial" w:hAnsi="Arial" w:cs="Arial"/>
        </w:rPr>
        <w:t>er einen Pollenflug aufnimmt</w:t>
      </w:r>
    </w:p>
    <w:p w:rsidR="004D5AFB" w:rsidRDefault="004D5AFB" w:rsidP="004D5AFB">
      <w:pPr>
        <w:pStyle w:val="Listenabsatz"/>
        <w:numPr>
          <w:ilvl w:val="1"/>
          <w:numId w:val="27"/>
        </w:num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t>Ein Vollschutzanzug (CSA)</w:t>
      </w:r>
    </w:p>
    <w:p w:rsidR="00A2045B" w:rsidRPr="00A2045B" w:rsidRDefault="00A2045B" w:rsidP="00A2045B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highlight w:val="yellow"/>
        </w:rPr>
      </w:pPr>
    </w:p>
    <w:p w:rsidR="004D5AFB" w:rsidRPr="0046041A" w:rsidRDefault="004D5AFB" w:rsidP="004D5AFB">
      <w:pPr>
        <w:pStyle w:val="Listenabsatz"/>
        <w:numPr>
          <w:ilvl w:val="0"/>
          <w:numId w:val="27"/>
        </w:num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</w:rPr>
      </w:pPr>
      <w:r w:rsidRPr="0046041A">
        <w:rPr>
          <w:rFonts w:ascii="Arial" w:hAnsi="Arial" w:cs="Arial"/>
        </w:rPr>
        <w:t>Was ist bei einem ABC-Einsatztrupp mit PA-Einsatz nach seinem ABC-Einsatz vorgesehen?</w:t>
      </w:r>
    </w:p>
    <w:p w:rsidR="004D5AFB" w:rsidRDefault="004D5AFB" w:rsidP="004D5AFB">
      <w:pPr>
        <w:pStyle w:val="Listenabsatz"/>
        <w:numPr>
          <w:ilvl w:val="1"/>
          <w:numId w:val="27"/>
        </w:num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</w:rPr>
      </w:pPr>
      <w:r w:rsidRPr="0046041A">
        <w:rPr>
          <w:rFonts w:ascii="Arial" w:hAnsi="Arial" w:cs="Arial"/>
        </w:rPr>
        <w:t>Keine besonderen Maßnahmen</w:t>
      </w:r>
    </w:p>
    <w:p w:rsidR="004D5AFB" w:rsidRPr="0046041A" w:rsidRDefault="004D5AFB" w:rsidP="004D5AFB">
      <w:pPr>
        <w:pStyle w:val="Listenabsatz"/>
        <w:numPr>
          <w:ilvl w:val="1"/>
          <w:numId w:val="27"/>
        </w:num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highlight w:val="yellow"/>
        </w:rPr>
      </w:pPr>
      <w:r w:rsidRPr="0046041A">
        <w:rPr>
          <w:rFonts w:ascii="Arial" w:hAnsi="Arial" w:cs="Arial"/>
          <w:highlight w:val="yellow"/>
        </w:rPr>
        <w:t>Eine auf den Einsatz bezogene Dekontamination</w:t>
      </w:r>
    </w:p>
    <w:p w:rsidR="004D5AFB" w:rsidRPr="0046041A" w:rsidRDefault="004D5AFB" w:rsidP="004D5AFB">
      <w:pPr>
        <w:pStyle w:val="Listenabsatz"/>
        <w:numPr>
          <w:ilvl w:val="1"/>
          <w:numId w:val="27"/>
        </w:num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</w:rPr>
      </w:pPr>
      <w:r w:rsidRPr="0046041A">
        <w:rPr>
          <w:rFonts w:ascii="Arial" w:hAnsi="Arial" w:cs="Arial"/>
        </w:rPr>
        <w:t>Ein sofortiger PA-Wechsel, um den Trupp schnellstens wieder in den Einsatz zu bringen</w:t>
      </w:r>
    </w:p>
    <w:p w:rsidR="004D5AFB" w:rsidRPr="0046041A" w:rsidRDefault="004D5AFB" w:rsidP="004D5AFB">
      <w:pPr>
        <w:pStyle w:val="Listenabsatz"/>
        <w:numPr>
          <w:ilvl w:val="1"/>
          <w:numId w:val="27"/>
        </w:num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highlight w:val="yellow"/>
        </w:rPr>
      </w:pPr>
      <w:r w:rsidRPr="0046041A">
        <w:rPr>
          <w:rFonts w:ascii="Arial" w:hAnsi="Arial" w:cs="Arial"/>
          <w:highlight w:val="yellow"/>
        </w:rPr>
        <w:t>Ein Systemwechsel auf Filtergerät bei der Dekontamination, zur Sicherstellung von Atemschutz</w:t>
      </w:r>
    </w:p>
    <w:p w:rsidR="00FA6CF5" w:rsidRPr="005714B4" w:rsidRDefault="00FA6CF5" w:rsidP="005714B4"/>
    <w:sectPr w:rsidR="00FA6CF5" w:rsidRPr="005714B4" w:rsidSect="00A2045B">
      <w:headerReference w:type="default" r:id="rId8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8C8" w:rsidRDefault="00C048C8" w:rsidP="00D86066">
      <w:pPr>
        <w:spacing w:after="0" w:line="240" w:lineRule="auto"/>
      </w:pPr>
      <w:r>
        <w:separator/>
      </w:r>
    </w:p>
  </w:endnote>
  <w:endnote w:type="continuationSeparator" w:id="0">
    <w:p w:rsidR="00C048C8" w:rsidRDefault="00C048C8" w:rsidP="00D86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8C8" w:rsidRDefault="00C048C8" w:rsidP="00D86066">
      <w:pPr>
        <w:spacing w:after="0" w:line="240" w:lineRule="auto"/>
      </w:pPr>
      <w:r>
        <w:separator/>
      </w:r>
    </w:p>
  </w:footnote>
  <w:footnote w:type="continuationSeparator" w:id="0">
    <w:p w:rsidR="00C048C8" w:rsidRDefault="00C048C8" w:rsidP="00D86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066" w:rsidRDefault="00D86066" w:rsidP="00567BAA">
    <w:pPr>
      <w:pStyle w:val="Kopfzeile"/>
      <w:rPr>
        <w:color w:val="808080" w:themeColor="background1" w:themeShade="80"/>
      </w:rPr>
    </w:pPr>
    <w:r w:rsidRPr="00645420">
      <w:rPr>
        <w:noProof/>
        <w:color w:val="808080" w:themeColor="background1" w:themeShade="80"/>
        <w:lang w:eastAsia="de-DE"/>
      </w:rPr>
      <w:drawing>
        <wp:anchor distT="0" distB="0" distL="114300" distR="114300" simplePos="0" relativeHeight="251658240" behindDoc="1" locked="0" layoutInCell="1" allowOverlap="1" wp14:anchorId="158CB741" wp14:editId="525EF6F4">
          <wp:simplePos x="0" y="0"/>
          <wp:positionH relativeFrom="margin">
            <wp:align>right</wp:align>
          </wp:positionH>
          <wp:positionV relativeFrom="paragraph">
            <wp:posOffset>-230505</wp:posOffset>
          </wp:positionV>
          <wp:extent cx="2086936" cy="836613"/>
          <wp:effectExtent l="0" t="0" r="8890" b="1905"/>
          <wp:wrapTight wrapText="bothSides">
            <wp:wrapPolygon edited="0">
              <wp:start x="0" y="0"/>
              <wp:lineTo x="0" y="21157"/>
              <wp:lineTo x="21495" y="21157"/>
              <wp:lineTo x="21495" y="0"/>
              <wp:lineTo x="0" y="0"/>
            </wp:wrapPolygon>
          </wp:wrapTight>
          <wp:docPr id="1026" name="Picture 2" descr="nabk_logo_1111_e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nabk_logo_1111_e0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6936" cy="836613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anchor>
      </w:drawing>
    </w:r>
    <w:r w:rsidR="00324E53">
      <w:rPr>
        <w:color w:val="808080" w:themeColor="background1" w:themeShade="80"/>
      </w:rPr>
      <w:t>-ABC E</w:t>
    </w:r>
    <w:r w:rsidR="00531606">
      <w:rPr>
        <w:color w:val="808080" w:themeColor="background1" w:themeShade="80"/>
      </w:rPr>
      <w:t>insatz</w:t>
    </w:r>
    <w:r w:rsidR="00324E53">
      <w:rPr>
        <w:color w:val="808080" w:themeColor="background1" w:themeShade="80"/>
      </w:rPr>
      <w:t>-</w:t>
    </w:r>
  </w:p>
  <w:p w:rsidR="004C7F6F" w:rsidRDefault="004D5AFB" w:rsidP="00567BAA">
    <w:pPr>
      <w:pStyle w:val="Kopfzeile"/>
      <w:rPr>
        <w:color w:val="808080" w:themeColor="background1" w:themeShade="80"/>
      </w:rPr>
    </w:pPr>
    <w:r>
      <w:rPr>
        <w:color w:val="808080" w:themeColor="background1" w:themeShade="80"/>
      </w:rPr>
      <w:t>Prüfungsfragen Sammlung 1</w:t>
    </w:r>
  </w:p>
  <w:p w:rsidR="004D5AFB" w:rsidRPr="00645420" w:rsidRDefault="004D5AFB" w:rsidP="00567BAA">
    <w:pPr>
      <w:pStyle w:val="Kopfzeile"/>
      <w:rPr>
        <w:color w:val="808080" w:themeColor="background1" w:themeShade="80"/>
      </w:rPr>
    </w:pPr>
  </w:p>
  <w:p w:rsidR="00D86066" w:rsidRPr="00D86066" w:rsidRDefault="00D86066" w:rsidP="00D86066">
    <w:pPr>
      <w:pStyle w:val="Kopfzeile"/>
      <w:jc w:val="right"/>
      <w:rPr>
        <w:color w:val="A6A6A6" w:themeColor="background1" w:themeShade="A6"/>
      </w:rPr>
    </w:pPr>
  </w:p>
  <w:p w:rsidR="00D86066" w:rsidRPr="00716F30" w:rsidRDefault="00716F30">
    <w:pPr>
      <w:pStyle w:val="Kopfzeile"/>
      <w:rPr>
        <w:color w:val="A6A6A6" w:themeColor="background1" w:themeShade="A6"/>
        <w:u w:val="single"/>
      </w:rPr>
    </w:pPr>
    <w:r>
      <w:rPr>
        <w:color w:val="A6A6A6" w:themeColor="background1" w:themeShade="A6"/>
        <w:u w:val="single"/>
      </w:rPr>
      <w:tab/>
    </w:r>
    <w:r w:rsidR="00A2045B">
      <w:rPr>
        <w:color w:val="A6A6A6" w:themeColor="background1" w:themeShade="A6"/>
        <w:u w:val="single"/>
      </w:rPr>
      <w:t>__________________________________________________________________________________</w:t>
    </w:r>
    <w:r w:rsidRPr="00716F30">
      <w:rPr>
        <w:color w:val="FFFFFF" w:themeColor="background1"/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41C86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FC11E7D"/>
    <w:multiLevelType w:val="hybridMultilevel"/>
    <w:tmpl w:val="92680688"/>
    <w:lvl w:ilvl="0" w:tplc="8ED6327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8"/>
      </w:rPr>
    </w:lvl>
    <w:lvl w:ilvl="1" w:tplc="0407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72815D8"/>
    <w:multiLevelType w:val="hybridMultilevel"/>
    <w:tmpl w:val="106685EC"/>
    <w:lvl w:ilvl="0" w:tplc="8ED632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E36DB"/>
    <w:multiLevelType w:val="hybridMultilevel"/>
    <w:tmpl w:val="677ED7B8"/>
    <w:lvl w:ilvl="0" w:tplc="0407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1BB10B1B"/>
    <w:multiLevelType w:val="hybridMultilevel"/>
    <w:tmpl w:val="A0DE05AE"/>
    <w:lvl w:ilvl="0" w:tplc="2E468870">
      <w:start w:val="1"/>
      <w:numFmt w:val="bullet"/>
      <w:lvlText w:val="-"/>
      <w:lvlJc w:val="left"/>
      <w:pPr>
        <w:ind w:left="249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5" w15:restartNumberingAfterBreak="0">
    <w:nsid w:val="207E3AFC"/>
    <w:multiLevelType w:val="hybridMultilevel"/>
    <w:tmpl w:val="B806473C"/>
    <w:lvl w:ilvl="0" w:tplc="AC18A72C">
      <w:start w:val="1"/>
      <w:numFmt w:val="bullet"/>
      <w:lvlText w:val=""/>
      <w:lvlJc w:val="left"/>
      <w:pPr>
        <w:ind w:left="1065" w:hanging="360"/>
      </w:pPr>
      <w:rPr>
        <w:rFonts w:ascii="Wingdings" w:eastAsiaTheme="minorHAnsi" w:hAnsi="Wingdings" w:cstheme="minorBidi" w:hint="default"/>
      </w:rPr>
    </w:lvl>
    <w:lvl w:ilvl="1" w:tplc="0407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261E0CED"/>
    <w:multiLevelType w:val="hybridMultilevel"/>
    <w:tmpl w:val="0300648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A11A4E"/>
    <w:multiLevelType w:val="hybridMultilevel"/>
    <w:tmpl w:val="CB342626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C9E7243"/>
    <w:multiLevelType w:val="multilevel"/>
    <w:tmpl w:val="000ADFB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63C581C"/>
    <w:multiLevelType w:val="hybridMultilevel"/>
    <w:tmpl w:val="0BC4AF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564444"/>
    <w:multiLevelType w:val="multilevel"/>
    <w:tmpl w:val="90FA3678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41440013"/>
    <w:multiLevelType w:val="hybridMultilevel"/>
    <w:tmpl w:val="A2704CB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722A90"/>
    <w:multiLevelType w:val="hybridMultilevel"/>
    <w:tmpl w:val="B32652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066E99"/>
    <w:multiLevelType w:val="hybridMultilevel"/>
    <w:tmpl w:val="E81E6E5E"/>
    <w:lvl w:ilvl="0" w:tplc="0407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4B7511CE"/>
    <w:multiLevelType w:val="hybridMultilevel"/>
    <w:tmpl w:val="CE40E660"/>
    <w:lvl w:ilvl="0" w:tplc="9540360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E976D3"/>
    <w:multiLevelType w:val="hybridMultilevel"/>
    <w:tmpl w:val="EBF01CB4"/>
    <w:lvl w:ilvl="0" w:tplc="2D5A5CE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436386"/>
    <w:multiLevelType w:val="hybridMultilevel"/>
    <w:tmpl w:val="A9BE59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6D59E3"/>
    <w:multiLevelType w:val="hybridMultilevel"/>
    <w:tmpl w:val="DDFA4364"/>
    <w:lvl w:ilvl="0" w:tplc="4A4EEB1A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540A4AAF"/>
    <w:multiLevelType w:val="hybridMultilevel"/>
    <w:tmpl w:val="A900E2F8"/>
    <w:lvl w:ilvl="0" w:tplc="0407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7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5B436F82"/>
    <w:multiLevelType w:val="hybridMultilevel"/>
    <w:tmpl w:val="4BD22DE4"/>
    <w:lvl w:ilvl="0" w:tplc="040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E80E26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606A7FBF"/>
    <w:multiLevelType w:val="hybridMultilevel"/>
    <w:tmpl w:val="68BC8A74"/>
    <w:lvl w:ilvl="0" w:tplc="8422A05C">
      <w:start w:val="1"/>
      <w:numFmt w:val="lowerLetter"/>
      <w:lvlText w:val="%1)"/>
      <w:lvlJc w:val="left"/>
      <w:pPr>
        <w:tabs>
          <w:tab w:val="num" w:pos="1529"/>
        </w:tabs>
        <w:ind w:left="152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249"/>
        </w:tabs>
        <w:ind w:left="22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969"/>
        </w:tabs>
        <w:ind w:left="29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689"/>
        </w:tabs>
        <w:ind w:left="36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409"/>
        </w:tabs>
        <w:ind w:left="44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129"/>
        </w:tabs>
        <w:ind w:left="51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849"/>
        </w:tabs>
        <w:ind w:left="58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569"/>
        </w:tabs>
        <w:ind w:left="65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289"/>
        </w:tabs>
        <w:ind w:left="7289" w:hanging="180"/>
      </w:pPr>
    </w:lvl>
  </w:abstractNum>
  <w:abstractNum w:abstractNumId="22" w15:restartNumberingAfterBreak="0">
    <w:nsid w:val="616A5F19"/>
    <w:multiLevelType w:val="hybridMultilevel"/>
    <w:tmpl w:val="1FCAF4A8"/>
    <w:lvl w:ilvl="0" w:tplc="B7DE4DFC">
      <w:start w:val="2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3" w15:restartNumberingAfterBreak="0">
    <w:nsid w:val="64F30DB7"/>
    <w:multiLevelType w:val="hybridMultilevel"/>
    <w:tmpl w:val="D4D0BF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250BF8"/>
    <w:multiLevelType w:val="multilevel"/>
    <w:tmpl w:val="76B45A82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665E6D50"/>
    <w:multiLevelType w:val="hybridMultilevel"/>
    <w:tmpl w:val="D1565390"/>
    <w:lvl w:ilvl="0" w:tplc="0407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66870803"/>
    <w:multiLevelType w:val="hybridMultilevel"/>
    <w:tmpl w:val="D72649D2"/>
    <w:lvl w:ilvl="0" w:tplc="4C000EB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D55A866E">
      <w:start w:val="4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060E71"/>
    <w:multiLevelType w:val="hybridMultilevel"/>
    <w:tmpl w:val="17F45898"/>
    <w:lvl w:ilvl="0" w:tplc="BEFE8BA8">
      <w:start w:val="2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8" w15:restartNumberingAfterBreak="0">
    <w:nsid w:val="70F70CB8"/>
    <w:multiLevelType w:val="hybridMultilevel"/>
    <w:tmpl w:val="63065278"/>
    <w:lvl w:ilvl="0" w:tplc="5796729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CB1E97"/>
    <w:multiLevelType w:val="hybridMultilevel"/>
    <w:tmpl w:val="7A081EC4"/>
    <w:lvl w:ilvl="0" w:tplc="36A6014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C6401B"/>
    <w:multiLevelType w:val="hybridMultilevel"/>
    <w:tmpl w:val="B6BCF3E0"/>
    <w:lvl w:ilvl="0" w:tplc="F99433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0"/>
  </w:num>
  <w:num w:numId="3">
    <w:abstractNumId w:val="14"/>
  </w:num>
  <w:num w:numId="4">
    <w:abstractNumId w:val="21"/>
  </w:num>
  <w:num w:numId="5">
    <w:abstractNumId w:val="18"/>
  </w:num>
  <w:num w:numId="6">
    <w:abstractNumId w:val="12"/>
  </w:num>
  <w:num w:numId="7">
    <w:abstractNumId w:val="2"/>
  </w:num>
  <w:num w:numId="8">
    <w:abstractNumId w:val="1"/>
  </w:num>
  <w:num w:numId="9">
    <w:abstractNumId w:val="3"/>
  </w:num>
  <w:num w:numId="10">
    <w:abstractNumId w:val="7"/>
  </w:num>
  <w:num w:numId="11">
    <w:abstractNumId w:val="13"/>
  </w:num>
  <w:num w:numId="12">
    <w:abstractNumId w:val="24"/>
  </w:num>
  <w:num w:numId="13">
    <w:abstractNumId w:val="8"/>
  </w:num>
  <w:num w:numId="14">
    <w:abstractNumId w:val="27"/>
  </w:num>
  <w:num w:numId="15">
    <w:abstractNumId w:val="22"/>
  </w:num>
  <w:num w:numId="16">
    <w:abstractNumId w:val="0"/>
  </w:num>
  <w:num w:numId="17">
    <w:abstractNumId w:val="20"/>
  </w:num>
  <w:num w:numId="18">
    <w:abstractNumId w:val="10"/>
  </w:num>
  <w:num w:numId="19">
    <w:abstractNumId w:val="25"/>
  </w:num>
  <w:num w:numId="20">
    <w:abstractNumId w:val="23"/>
  </w:num>
  <w:num w:numId="21">
    <w:abstractNumId w:val="17"/>
  </w:num>
  <w:num w:numId="22">
    <w:abstractNumId w:val="16"/>
  </w:num>
  <w:num w:numId="23">
    <w:abstractNumId w:val="5"/>
  </w:num>
  <w:num w:numId="24">
    <w:abstractNumId w:val="4"/>
  </w:num>
  <w:num w:numId="25">
    <w:abstractNumId w:val="6"/>
  </w:num>
  <w:num w:numId="26">
    <w:abstractNumId w:val="9"/>
  </w:num>
  <w:num w:numId="27">
    <w:abstractNumId w:val="26"/>
  </w:num>
  <w:num w:numId="28">
    <w:abstractNumId w:val="19"/>
  </w:num>
  <w:num w:numId="29">
    <w:abstractNumId w:val="28"/>
  </w:num>
  <w:num w:numId="30">
    <w:abstractNumId w:val="15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83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066"/>
    <w:rsid w:val="000113A0"/>
    <w:rsid w:val="00052EAC"/>
    <w:rsid w:val="00074150"/>
    <w:rsid w:val="000F284A"/>
    <w:rsid w:val="001174D6"/>
    <w:rsid w:val="0011795B"/>
    <w:rsid w:val="001515A6"/>
    <w:rsid w:val="0016042C"/>
    <w:rsid w:val="00190499"/>
    <w:rsid w:val="001C018E"/>
    <w:rsid w:val="001C59FF"/>
    <w:rsid w:val="001E1599"/>
    <w:rsid w:val="002A4B00"/>
    <w:rsid w:val="002B081F"/>
    <w:rsid w:val="002B3CF6"/>
    <w:rsid w:val="00324E53"/>
    <w:rsid w:val="003406D3"/>
    <w:rsid w:val="003468B8"/>
    <w:rsid w:val="00367822"/>
    <w:rsid w:val="003D0E52"/>
    <w:rsid w:val="00422B97"/>
    <w:rsid w:val="0046478B"/>
    <w:rsid w:val="004C7F6F"/>
    <w:rsid w:val="004D5AFB"/>
    <w:rsid w:val="004E013A"/>
    <w:rsid w:val="0050018C"/>
    <w:rsid w:val="00512C57"/>
    <w:rsid w:val="00524D00"/>
    <w:rsid w:val="00531606"/>
    <w:rsid w:val="005609B8"/>
    <w:rsid w:val="00567BAA"/>
    <w:rsid w:val="00571179"/>
    <w:rsid w:val="005714B4"/>
    <w:rsid w:val="0059787C"/>
    <w:rsid w:val="005C6635"/>
    <w:rsid w:val="005F521C"/>
    <w:rsid w:val="00601269"/>
    <w:rsid w:val="00645420"/>
    <w:rsid w:val="006651BD"/>
    <w:rsid w:val="00672D37"/>
    <w:rsid w:val="006B3B90"/>
    <w:rsid w:val="00706794"/>
    <w:rsid w:val="00715C92"/>
    <w:rsid w:val="00716F30"/>
    <w:rsid w:val="00741EA2"/>
    <w:rsid w:val="00781458"/>
    <w:rsid w:val="00783AC3"/>
    <w:rsid w:val="007958FA"/>
    <w:rsid w:val="007D0089"/>
    <w:rsid w:val="00942280"/>
    <w:rsid w:val="009D6BFD"/>
    <w:rsid w:val="00A2045B"/>
    <w:rsid w:val="00A2573D"/>
    <w:rsid w:val="00A36118"/>
    <w:rsid w:val="00A5474D"/>
    <w:rsid w:val="00A7084A"/>
    <w:rsid w:val="00B03CF5"/>
    <w:rsid w:val="00B475AD"/>
    <w:rsid w:val="00B565A5"/>
    <w:rsid w:val="00B646AE"/>
    <w:rsid w:val="00B84135"/>
    <w:rsid w:val="00BF01C0"/>
    <w:rsid w:val="00C048C8"/>
    <w:rsid w:val="00C76EC2"/>
    <w:rsid w:val="00C929F7"/>
    <w:rsid w:val="00C930DE"/>
    <w:rsid w:val="00D02572"/>
    <w:rsid w:val="00D12029"/>
    <w:rsid w:val="00D42E93"/>
    <w:rsid w:val="00D550DB"/>
    <w:rsid w:val="00D86066"/>
    <w:rsid w:val="00DF4661"/>
    <w:rsid w:val="00E2673F"/>
    <w:rsid w:val="00E6497E"/>
    <w:rsid w:val="00EE1FB0"/>
    <w:rsid w:val="00F1263B"/>
    <w:rsid w:val="00F7031D"/>
    <w:rsid w:val="00FA6CF5"/>
    <w:rsid w:val="00FC0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chartTrackingRefBased/>
  <w15:docId w15:val="{8C45EB7C-55BF-4C39-A881-E3476EAAF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D5AFB"/>
  </w:style>
  <w:style w:type="paragraph" w:styleId="berschrift1">
    <w:name w:val="heading 1"/>
    <w:basedOn w:val="Standard"/>
    <w:next w:val="Standard"/>
    <w:link w:val="berschrift1Zchn"/>
    <w:uiPriority w:val="9"/>
    <w:qFormat/>
    <w:rsid w:val="007067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067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86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86066"/>
  </w:style>
  <w:style w:type="paragraph" w:styleId="Fuzeile">
    <w:name w:val="footer"/>
    <w:basedOn w:val="Standard"/>
    <w:link w:val="FuzeileZchn"/>
    <w:uiPriority w:val="99"/>
    <w:unhideWhenUsed/>
    <w:rsid w:val="00D86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86066"/>
  </w:style>
  <w:style w:type="paragraph" w:styleId="StandardWeb">
    <w:name w:val="Normal (Web)"/>
    <w:basedOn w:val="Standard"/>
    <w:uiPriority w:val="99"/>
    <w:unhideWhenUsed/>
    <w:rsid w:val="00D8606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D86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783A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57117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30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30DE"/>
    <w:rPr>
      <w:rFonts w:ascii="Segoe UI" w:hAnsi="Segoe UI" w:cs="Segoe UI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0679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0679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71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1B970-636B-40A6-AC12-29D682D49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D6326FDC.dotm</Template>
  <TotalTime>0</TotalTime>
  <Pages>4</Pages>
  <Words>772</Words>
  <Characters>4865</Characters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2017-01-11T17:57:00Z</cp:lastPrinted>
  <dcterms:created xsi:type="dcterms:W3CDTF">2017-03-26T19:56:00Z</dcterms:created>
  <dcterms:modified xsi:type="dcterms:W3CDTF">2017-03-27T06:25:00Z</dcterms:modified>
</cp:coreProperties>
</file>